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HostTable-Borderless"/>
        <w:tblW w:w="16596" w:type="dxa"/>
        <w:tblLayout w:type="fixed"/>
        <w:tblLook w:val="04A0" w:firstRow="1" w:lastRow="0" w:firstColumn="1" w:lastColumn="0" w:noHBand="0" w:noVBand="1"/>
      </w:tblPr>
      <w:tblGrid>
        <w:gridCol w:w="10206"/>
        <w:gridCol w:w="1035"/>
        <w:gridCol w:w="5355"/>
      </w:tblGrid>
      <w:tr w:rsidR="00433922" w:rsidRPr="00C60040" w14:paraId="2B760814" w14:textId="77777777" w:rsidTr="00433922">
        <w:tc>
          <w:tcPr>
            <w:tcW w:w="10206" w:type="dxa"/>
          </w:tcPr>
          <w:tbl>
            <w:tblPr>
              <w:tblStyle w:val="BodyTable"/>
              <w:tblW w:w="11631" w:type="dxa"/>
              <w:tblLayout w:type="fixed"/>
              <w:tblLook w:val="04A0" w:firstRow="1" w:lastRow="0" w:firstColumn="1" w:lastColumn="0" w:noHBand="0" w:noVBand="1"/>
            </w:tblPr>
            <w:tblGrid>
              <w:gridCol w:w="8222"/>
              <w:gridCol w:w="567"/>
              <w:gridCol w:w="2842"/>
            </w:tblGrid>
            <w:tr w:rsidR="00AE4A51" w:rsidRPr="00C60040" w14:paraId="15D6DE1D" w14:textId="77777777" w:rsidTr="009D7DE4">
              <w:trPr>
                <w:trHeight w:val="720"/>
              </w:trPr>
              <w:tc>
                <w:tcPr>
                  <w:tcW w:w="8222" w:type="dxa"/>
                </w:tcPr>
                <w:tbl>
                  <w:tblPr>
                    <w:tblStyle w:val="BodyTable"/>
                    <w:tblpPr w:leftFromText="180" w:rightFromText="180" w:vertAnchor="text" w:horzAnchor="page" w:tblpX="7570" w:tblpY="-237"/>
                    <w:tblOverlap w:val="never"/>
                    <w:tblW w:w="391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33"/>
                    <w:gridCol w:w="2678"/>
                  </w:tblGrid>
                  <w:tr w:rsidR="009D7DE4" w:rsidRPr="00C60040" w14:paraId="08BC4C47" w14:textId="77777777" w:rsidTr="009D7DE4">
                    <w:trPr>
                      <w:trHeight w:val="1044"/>
                    </w:trPr>
                    <w:tc>
                      <w:tcPr>
                        <w:tcW w:w="1576" w:type="pct"/>
                      </w:tcPr>
                      <w:p w14:paraId="452C84E6" w14:textId="6C1C9630" w:rsidR="009D7DE4" w:rsidRPr="00C60040" w:rsidRDefault="00DA3553" w:rsidP="009D7DE4">
                        <w:pPr>
                          <w:spacing w:before="20" w:after="20"/>
                          <w:ind w:left="-5585" w:firstLine="709"/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  <w:t xml:space="preserve">                   </w:t>
                        </w:r>
                        <w:r w:rsidR="009D7DE4" w:rsidRPr="00C60040"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  <w:t>OBRA.O</w:t>
                        </w:r>
                      </w:p>
                      <w:p w14:paraId="57F33223" w14:textId="7E836352" w:rsidR="009D7DE4" w:rsidRPr="00C60040" w:rsidRDefault="009D7DE4" w:rsidP="009D7DE4">
                        <w:pPr>
                          <w:spacing w:before="20" w:after="20"/>
                          <w:ind w:left="-5585" w:firstLine="709"/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</w:pPr>
                        <w:r w:rsidRPr="00C60040"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  <w:t xml:space="preserve"> C/ Pedro Diaz 16, las </w:t>
                        </w:r>
                        <w:proofErr w:type="spellStart"/>
                        <w:r w:rsidRPr="00C60040"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  <w:t>palmasOO</w:t>
                        </w:r>
                        <w:proofErr w:type="spellEnd"/>
                      </w:p>
                    </w:tc>
                    <w:tc>
                      <w:tcPr>
                        <w:tcW w:w="3424" w:type="pct"/>
                      </w:tcPr>
                      <w:p w14:paraId="27D7469A" w14:textId="77777777" w:rsidR="009D7DE4" w:rsidRPr="00C60040" w:rsidRDefault="009D7DE4" w:rsidP="009D7DE4">
                        <w:pPr>
                          <w:spacing w:before="20" w:after="20"/>
                          <w:ind w:left="-5585" w:firstLine="709"/>
                          <w:rPr>
                            <w:rFonts w:ascii="Gill Sans" w:hAnsi="Gill Sans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1186348E" w14:textId="2BAE8461" w:rsidR="009D7DE4" w:rsidRPr="00951931" w:rsidRDefault="00353BCE" w:rsidP="009D7DE4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center" w:pos="4180"/>
                    </w:tabs>
                    <w:autoSpaceDE w:val="0"/>
                    <w:autoSpaceDN w:val="0"/>
                    <w:adjustRightInd w:val="0"/>
                    <w:spacing w:after="20" w:line="288" w:lineRule="auto"/>
                    <w:ind w:right="1487"/>
                    <w:rPr>
                      <w:rFonts w:ascii="Gill Sans" w:hAnsi="Gill Sans" w:cs="Gill Sans"/>
                      <w:szCs w:val="18"/>
                      <w:lang w:val="en-US"/>
                    </w:rPr>
                  </w:pPr>
                  <w:r w:rsidRPr="00C60040">
                    <w:rPr>
                      <w:rFonts w:ascii="Gill Sans" w:hAnsi="Gill Sans"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E63DC5D" wp14:editId="4809A571">
                            <wp:simplePos x="0" y="0"/>
                            <wp:positionH relativeFrom="column">
                              <wp:posOffset>-45720</wp:posOffset>
                            </wp:positionH>
                            <wp:positionV relativeFrom="paragraph">
                              <wp:posOffset>-343535</wp:posOffset>
                            </wp:positionV>
                            <wp:extent cx="6858000" cy="0"/>
                            <wp:effectExtent l="0" t="25400" r="0" b="25400"/>
                            <wp:wrapNone/>
                            <wp:docPr id="2" name="Straight Connector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/>
                                  </wps:cNvCnPr>
                                  <wps:spPr>
                                    <a:xfrm>
                                      <a:off x="0" y="0"/>
                                      <a:ext cx="685800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1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3D4D5BF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-27.05pt" to="536.4pt,-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" strokecolor="#636 [3204]" strokeweight="2pt">
                            <o:lock v:ext="edit" shapetype="f"/>
                          </v:line>
                        </w:pict>
                      </mc:Fallback>
                    </mc:AlternateContent>
                  </w:r>
                  <w:proofErr w:type="spellStart"/>
                  <w:proofErr w:type="gramStart"/>
                  <w:r w:rsidR="00493DC2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>Cliente</w:t>
                  </w:r>
                  <w:proofErr w:type="spellEnd"/>
                  <w:r w:rsidR="00493DC2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 xml:space="preserve"> </w:t>
                  </w:r>
                  <w:r w:rsidR="00EA532F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>:</w:t>
                  </w:r>
                  <w:proofErr w:type="gramEnd"/>
                  <w:r w:rsidR="00EA532F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 xml:space="preserve"> </w:t>
                  </w:r>
                  <w:r w:rsidR="00951931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 xml:space="preserve">Anthony Grant </w:t>
                  </w:r>
                  <w:proofErr w:type="spellStart"/>
                  <w:r w:rsidR="00951931" w:rsidRPr="00951931">
                    <w:rPr>
                      <w:rFonts w:ascii="Gill Sans" w:hAnsi="Gill Sans"/>
                      <w:color w:val="404040"/>
                      <w:szCs w:val="20"/>
                      <w:lang w:val="en-US"/>
                    </w:rPr>
                    <w:t>Caven</w:t>
                  </w:r>
                  <w:proofErr w:type="spellEnd"/>
                </w:p>
                <w:p w14:paraId="7FFFEA6E" w14:textId="7FF2C8E8" w:rsidR="00EA532F" w:rsidRPr="00C60040" w:rsidRDefault="009B681A" w:rsidP="00EA532F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after="20" w:line="288" w:lineRule="auto"/>
                    <w:rPr>
                      <w:rFonts w:ascii="Gill Sans" w:hAnsi="Gill Sans" w:cs="Gill Sans"/>
                      <w:szCs w:val="18"/>
                    </w:rPr>
                  </w:pPr>
                  <w:r w:rsidRPr="00D72EFD">
                    <w:rPr>
                      <w:rFonts w:ascii="Gill Sans" w:hAnsi="Gill Sans" w:cs="Gill Sans"/>
                      <w:szCs w:val="18"/>
                      <w:lang w:val="en-US"/>
                    </w:rPr>
                    <w:t xml:space="preserve">C.I.F.  </w:t>
                  </w:r>
                  <w:r w:rsidR="007D336A">
                    <w:rPr>
                      <w:rFonts w:ascii="Gill Sans" w:hAnsi="Gill Sans" w:cs="Gill Sans"/>
                      <w:szCs w:val="18"/>
                    </w:rPr>
                    <w:t>Y</w:t>
                  </w:r>
                  <w:r w:rsidR="008B1D84">
                    <w:rPr>
                      <w:rFonts w:ascii="Gill Sans" w:hAnsi="Gill Sans" w:cs="Gill Sans"/>
                      <w:szCs w:val="18"/>
                    </w:rPr>
                    <w:t xml:space="preserve"> </w:t>
                  </w:r>
                  <w:r w:rsidR="00951931">
                    <w:rPr>
                      <w:rFonts w:ascii="Gill Sans" w:hAnsi="Gill Sans" w:cs="Gill Sans"/>
                      <w:szCs w:val="18"/>
                    </w:rPr>
                    <w:t>4628007F</w:t>
                  </w:r>
                </w:p>
                <w:p w14:paraId="17D1897B" w14:textId="30E2D140" w:rsidR="00EA532F" w:rsidRPr="00C60040" w:rsidRDefault="009B681A" w:rsidP="00EA532F">
                  <w:pPr>
                    <w:widowControl w:val="0"/>
                    <w:tabs>
                      <w:tab w:val="left" w:pos="560"/>
                      <w:tab w:val="left" w:pos="1120"/>
                      <w:tab w:val="left" w:pos="1680"/>
                      <w:tab w:val="left" w:pos="2240"/>
                      <w:tab w:val="left" w:pos="2800"/>
                      <w:tab w:val="left" w:pos="3360"/>
                      <w:tab w:val="left" w:pos="3920"/>
                      <w:tab w:val="left" w:pos="4480"/>
                      <w:tab w:val="left" w:pos="5040"/>
                      <w:tab w:val="left" w:pos="5600"/>
                      <w:tab w:val="left" w:pos="6160"/>
                      <w:tab w:val="left" w:pos="6720"/>
                    </w:tabs>
                    <w:autoSpaceDE w:val="0"/>
                    <w:autoSpaceDN w:val="0"/>
                    <w:adjustRightInd w:val="0"/>
                    <w:spacing w:after="20" w:line="288" w:lineRule="auto"/>
                    <w:rPr>
                      <w:rFonts w:ascii="Gill Sans" w:hAnsi="Gill Sans" w:cs="Gill Sans"/>
                      <w:szCs w:val="18"/>
                    </w:rPr>
                  </w:pPr>
                  <w:r w:rsidRPr="00C60040">
                    <w:rPr>
                      <w:rFonts w:ascii="Gill Sans" w:hAnsi="Gill Sans" w:cs="Gill Sans"/>
                      <w:szCs w:val="18"/>
                    </w:rPr>
                    <w:t xml:space="preserve">C/. </w:t>
                  </w:r>
                  <w:r w:rsidR="00951931">
                    <w:rPr>
                      <w:rFonts w:ascii="Gill Sans" w:hAnsi="Gill Sans" w:cs="Gill Sans"/>
                      <w:szCs w:val="18"/>
                    </w:rPr>
                    <w:t>Eusebio Navarro, 57</w:t>
                  </w:r>
                </w:p>
                <w:p w14:paraId="5C93EF8D" w14:textId="0CB98606" w:rsidR="00AE4A51" w:rsidRPr="00C60040" w:rsidRDefault="00103687" w:rsidP="00EA532F">
                  <w:pPr>
                    <w:spacing w:before="40" w:after="80"/>
                    <w:rPr>
                      <w:rFonts w:ascii="Gill Sans" w:hAnsi="Gill Sans" w:cs="Gill Sans"/>
                      <w:szCs w:val="18"/>
                    </w:rPr>
                  </w:pPr>
                  <w:proofErr w:type="gramStart"/>
                  <w:r w:rsidRPr="00C60040">
                    <w:rPr>
                      <w:rFonts w:ascii="Gill Sans" w:hAnsi="Gill Sans" w:cs="Gill Sans"/>
                      <w:szCs w:val="18"/>
                    </w:rPr>
                    <w:t>35</w:t>
                  </w:r>
                  <w:r w:rsidR="007D336A">
                    <w:rPr>
                      <w:rFonts w:ascii="Gill Sans" w:hAnsi="Gill Sans" w:cs="Gill Sans"/>
                      <w:szCs w:val="18"/>
                    </w:rPr>
                    <w:t>0</w:t>
                  </w:r>
                  <w:r w:rsidR="008B1D84">
                    <w:rPr>
                      <w:rFonts w:ascii="Gill Sans" w:hAnsi="Gill Sans" w:cs="Gill Sans"/>
                      <w:szCs w:val="18"/>
                    </w:rPr>
                    <w:t>0</w:t>
                  </w:r>
                  <w:r w:rsidR="00951931">
                    <w:rPr>
                      <w:rFonts w:ascii="Gill Sans" w:hAnsi="Gill Sans" w:cs="Gill Sans"/>
                      <w:szCs w:val="18"/>
                    </w:rPr>
                    <w:t>3</w:t>
                  </w:r>
                  <w:r w:rsidR="00EA532F" w:rsidRPr="00C60040">
                    <w:rPr>
                      <w:rFonts w:ascii="Gill Sans" w:hAnsi="Gill Sans" w:cs="Gill Sans"/>
                      <w:szCs w:val="18"/>
                    </w:rPr>
                    <w:t xml:space="preserve"> </w:t>
                  </w:r>
                  <w:r w:rsidRPr="00C60040">
                    <w:rPr>
                      <w:rFonts w:ascii="Gill Sans" w:hAnsi="Gill Sans" w:cs="Gill Sans"/>
                      <w:szCs w:val="18"/>
                    </w:rPr>
                    <w:t>,</w:t>
                  </w:r>
                  <w:proofErr w:type="gramEnd"/>
                  <w:r w:rsidRPr="00C60040">
                    <w:rPr>
                      <w:rFonts w:ascii="Gill Sans" w:hAnsi="Gill Sans" w:cs="Gill Sans"/>
                      <w:szCs w:val="18"/>
                    </w:rPr>
                    <w:t xml:space="preserve"> </w:t>
                  </w:r>
                  <w:r w:rsidR="00EA532F" w:rsidRPr="00C60040">
                    <w:rPr>
                      <w:rFonts w:ascii="Gill Sans" w:hAnsi="Gill Sans" w:cs="Gill Sans"/>
                      <w:szCs w:val="18"/>
                    </w:rPr>
                    <w:t>Las Palmas</w:t>
                  </w:r>
                  <w:r w:rsidRPr="00C60040">
                    <w:rPr>
                      <w:rFonts w:ascii="Gill Sans" w:hAnsi="Gill Sans" w:cs="Gill Sans"/>
                      <w:szCs w:val="18"/>
                    </w:rPr>
                    <w:t xml:space="preserve"> de Gran </w:t>
                  </w:r>
                  <w:r w:rsidR="00461E44" w:rsidRPr="00C60040">
                    <w:rPr>
                      <w:rFonts w:ascii="Gill Sans" w:hAnsi="Gill Sans" w:cs="Gill Sans"/>
                      <w:szCs w:val="18"/>
                    </w:rPr>
                    <w:t>Canaria</w:t>
                  </w:r>
                </w:p>
                <w:p w14:paraId="3259D315" w14:textId="0B243E12" w:rsidR="00843BEA" w:rsidRPr="00C60040" w:rsidRDefault="00843BEA" w:rsidP="00EA532F">
                  <w:pPr>
                    <w:spacing w:before="40" w:after="80"/>
                    <w:rPr>
                      <w:rFonts w:ascii="Gill Sans" w:hAnsi="Gill Sans"/>
                      <w:color w:val="404040"/>
                      <w:szCs w:val="20"/>
                    </w:rPr>
                  </w:pPr>
                </w:p>
              </w:tc>
              <w:tc>
                <w:tcPr>
                  <w:tcW w:w="3409" w:type="dxa"/>
                  <w:gridSpan w:val="2"/>
                </w:tcPr>
                <w:p w14:paraId="28155053" w14:textId="266B8B83" w:rsidR="00AE4A51" w:rsidRPr="00C60040" w:rsidRDefault="009D7DE4">
                  <w:pPr>
                    <w:spacing w:before="40" w:after="80"/>
                    <w:rPr>
                      <w:rFonts w:ascii="Gill Sans" w:hAnsi="Gill Sans"/>
                      <w:szCs w:val="20"/>
                    </w:rPr>
                  </w:pPr>
                  <w:r w:rsidRPr="00C60040">
                    <w:rPr>
                      <w:rFonts w:ascii="Gill Sans" w:hAnsi="Gill Sans"/>
                      <w:szCs w:val="20"/>
                    </w:rPr>
                    <w:t>Obra:</w:t>
                  </w:r>
                </w:p>
                <w:p w14:paraId="3B03A4D2" w14:textId="38737095" w:rsidR="009D7DE4" w:rsidRPr="00C60040" w:rsidRDefault="009D7DE4">
                  <w:pPr>
                    <w:spacing w:before="40" w:after="80"/>
                    <w:rPr>
                      <w:rFonts w:ascii="Gill Sans" w:hAnsi="Gill Sans"/>
                      <w:szCs w:val="20"/>
                    </w:rPr>
                  </w:pPr>
                </w:p>
              </w:tc>
            </w:tr>
            <w:tr w:rsidR="00AE4A51" w:rsidRPr="00C60040" w14:paraId="12C931E7" w14:textId="77777777" w:rsidTr="00A03DCD">
              <w:trPr>
                <w:trHeight w:val="5152"/>
              </w:trPr>
              <w:tc>
                <w:tcPr>
                  <w:tcW w:w="8789" w:type="dxa"/>
                  <w:gridSpan w:val="2"/>
                </w:tcPr>
                <w:p w14:paraId="3EE1B7B7" w14:textId="4941FFC9" w:rsidR="00C20C49" w:rsidRDefault="00A03DCD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</w:pPr>
                  <w:r w:rsidRPr="00076EF2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 xml:space="preserve">Recibí </w:t>
                  </w:r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 xml:space="preserve">transferencia a </w:t>
                  </w:r>
                  <w:r w:rsidRPr="00076EF2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 xml:space="preserve">cuenta, </w:t>
                  </w:r>
                  <w:r w:rsidR="00FB40F3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>6.011,59</w:t>
                  </w:r>
                  <w:r w:rsidR="00C20C49" w:rsidRPr="00076EF2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</w:rPr>
                    <w:t xml:space="preserve"> €</w:t>
                  </w:r>
                </w:p>
                <w:p w14:paraId="208625FA" w14:textId="359999BF" w:rsidR="00FA1CF1" w:rsidRDefault="00FA731A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</w:pP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Como adelanto de “Certificación</w:t>
                  </w:r>
                  <w:r w:rsidR="00FA1CF1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/Factura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”,</w:t>
                  </w:r>
                  <w:r w:rsidR="00D35E97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 </w:t>
                  </w:r>
                  <w:r w:rsidR="00FB40F3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septiembre</w:t>
                  </w:r>
                  <w:r w:rsidR="00D35E97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 2023,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 trabajos por, partidas </w:t>
                  </w:r>
                  <w:r w:rsidR="00951931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de consolidación de </w:t>
                  </w:r>
                </w:p>
                <w:p w14:paraId="3F225F3A" w14:textId="09730419" w:rsidR="00F22CE8" w:rsidRDefault="00951931" w:rsidP="00F22CE8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</w:pP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tabiques y pisos</w:t>
                  </w:r>
                  <w:r w:rsidR="00FA731A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 en obra, 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en</w:t>
                  </w:r>
                  <w:r w:rsidR="00FB40F3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calados y tratamientos de piedra de cantería</w:t>
                  </w:r>
                </w:p>
                <w:p w14:paraId="60766320" w14:textId="04EBFDA1" w:rsidR="002D076A" w:rsidRDefault="002D076A" w:rsidP="00F22CE8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</w:pP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Asistencia a todas las </w:t>
                  </w:r>
                  <w:r w:rsidR="00951931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actuaciones de medición y sondeo del estado actual de la edificación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.</w:t>
                  </w:r>
                </w:p>
                <w:p w14:paraId="61759188" w14:textId="44713D63" w:rsidR="00A03DCD" w:rsidRDefault="007D336A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</w:pP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P</w:t>
                  </w:r>
                  <w:r w:rsidR="00A03DCD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ara la compra de 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materiales y </w:t>
                  </w:r>
                  <w:r w:rsidR="008B1D84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equipamiento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 a utilizar en </w:t>
                  </w:r>
                  <w:r w:rsidR="00951931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la consolidación de la edificación.</w:t>
                  </w:r>
                </w:p>
                <w:p w14:paraId="1B10BE44" w14:textId="15D1D243" w:rsidR="00F62DC2" w:rsidRPr="00EA4A83" w:rsidRDefault="00EA4A83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</w:pPr>
                  <w:r w:rsidRPr="00EA4A83"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  <w:t xml:space="preserve">Este recibo incluye 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  <w:t>la parte proporcional del IGIC que le correspondería como factura.</w:t>
                  </w:r>
                </w:p>
                <w:p w14:paraId="7E97C249" w14:textId="13813E56" w:rsidR="00C20C49" w:rsidRPr="00EA4A83" w:rsidRDefault="00C20C49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</w:pPr>
                </w:p>
                <w:p w14:paraId="2EC2029C" w14:textId="4F80190D" w:rsidR="00C20C49" w:rsidRDefault="007D336A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</w:pPr>
                  <w:r w:rsidRPr="00076EF2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 xml:space="preserve">I received </w:t>
                  </w:r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 xml:space="preserve">transfer </w:t>
                  </w:r>
                  <w:r w:rsidRPr="00076EF2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 xml:space="preserve">in advance € </w:t>
                  </w:r>
                  <w:r w:rsidR="00FB40F3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>6.011,59</w:t>
                  </w:r>
                  <w:r w:rsidR="00D35E97">
                    <w:rPr>
                      <w:rFonts w:ascii="Gill Sans" w:hAnsi="Gill Sans"/>
                      <w:b/>
                      <w:bCs/>
                      <w:color w:val="404040"/>
                      <w:sz w:val="20"/>
                      <w:szCs w:val="20"/>
                      <w:lang w:val="en-US"/>
                    </w:rPr>
                    <w:t xml:space="preserve"> </w:t>
                  </w:r>
                </w:p>
                <w:p w14:paraId="69473A26" w14:textId="1318A5D6" w:rsidR="00D27FDB" w:rsidRPr="00D27FDB" w:rsidRDefault="00D27FDB" w:rsidP="00451F54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>As an advance of "Certification / Invoice",</w:t>
                  </w:r>
                  <w:r w:rsidR="00D35E97"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 </w:t>
                  </w:r>
                  <w:proofErr w:type="spellStart"/>
                  <w:r w:rsidR="00EA34E9">
                    <w:rPr>
                      <w:color w:val="404040"/>
                      <w:sz w:val="20"/>
                      <w:szCs w:val="20"/>
                      <w:lang w:val="en"/>
                    </w:rPr>
                    <w:t>ju</w:t>
                  </w:r>
                  <w:r w:rsidR="009C7874">
                    <w:rPr>
                      <w:color w:val="404040"/>
                      <w:sz w:val="20"/>
                      <w:szCs w:val="20"/>
                      <w:lang w:val="en"/>
                    </w:rPr>
                    <w:t>ly</w:t>
                  </w:r>
                  <w:proofErr w:type="spellEnd"/>
                  <w:r w:rsidR="00D35E97"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 2023,</w:t>
                  </w:r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 work by, consolidation of </w:t>
                  </w:r>
                </w:p>
                <w:p w14:paraId="700FD9DB" w14:textId="01C01F80" w:rsidR="00FB40F3" w:rsidRDefault="00D27FDB" w:rsidP="00451F54">
                  <w:pPr>
                    <w:spacing w:before="40" w:after="80"/>
                    <w:ind w:right="-2340"/>
                    <w:rPr>
                      <w:color w:val="404040"/>
                      <w:sz w:val="20"/>
                      <w:szCs w:val="20"/>
                      <w:lang w:val="en"/>
                    </w:rPr>
                  </w:pPr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Walls, </w:t>
                  </w:r>
                  <w:r w:rsidR="00D35E97">
                    <w:rPr>
                      <w:color w:val="404040"/>
                      <w:sz w:val="20"/>
                      <w:szCs w:val="20"/>
                      <w:lang w:val="en"/>
                    </w:rPr>
                    <w:t>partitions,</w:t>
                  </w:r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 and floors on site, </w:t>
                  </w:r>
                  <w:r w:rsidR="00FB40F3">
                    <w:rPr>
                      <w:color w:val="404040"/>
                      <w:sz w:val="20"/>
                      <w:szCs w:val="20"/>
                      <w:lang w:val="en"/>
                    </w:rPr>
                    <w:t>water-repellent whitewashing and quarry stone treatments.</w:t>
                  </w:r>
                </w:p>
                <w:p w14:paraId="4ABA66CD" w14:textId="2E5438B2" w:rsidR="00D27FDB" w:rsidRPr="00FB40F3" w:rsidRDefault="00D27FDB" w:rsidP="00451F54">
                  <w:pPr>
                    <w:spacing w:before="40" w:after="80"/>
                    <w:ind w:right="-2340"/>
                    <w:rPr>
                      <w:color w:val="404040"/>
                      <w:sz w:val="20"/>
                      <w:szCs w:val="20"/>
                      <w:lang w:val="en"/>
                    </w:rPr>
                  </w:pPr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>Assistance to all measurement and survey actions of the current state of the building.</w:t>
                  </w:r>
                </w:p>
                <w:p w14:paraId="6C069D63" w14:textId="77777777" w:rsidR="00D27FDB" w:rsidRPr="00D27FDB" w:rsidRDefault="00D27FDB" w:rsidP="00451F54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>For the purchase of materials and equipment to be used in the consolidation of the building.</w:t>
                  </w:r>
                </w:p>
                <w:p w14:paraId="0A4E9A3E" w14:textId="77777777" w:rsidR="00EA4A83" w:rsidRDefault="00EA4A83" w:rsidP="001D0EE5">
                  <w:pPr>
                    <w:spacing w:before="40" w:after="80"/>
                    <w:ind w:right="-2340"/>
                    <w:rPr>
                      <w:color w:val="404040"/>
                      <w:sz w:val="20"/>
                      <w:szCs w:val="20"/>
                      <w:lang w:val="en"/>
                    </w:rPr>
                  </w:pPr>
                  <w:r w:rsidRPr="00EA4A83"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This receipt includes the </w:t>
                  </w:r>
                  <w:r>
                    <w:rPr>
                      <w:color w:val="404040"/>
                      <w:sz w:val="20"/>
                      <w:szCs w:val="20"/>
                      <w:lang w:val="en"/>
                    </w:rPr>
                    <w:t xml:space="preserve">proportional part of the IGIC that would correspond to you as </w:t>
                  </w:r>
                </w:p>
                <w:p w14:paraId="372C46F4" w14:textId="713BC83C" w:rsidR="00EA4A83" w:rsidRPr="00D72EFD" w:rsidRDefault="00EA4A83" w:rsidP="001D0EE5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</w:pPr>
                  <w:proofErr w:type="spellStart"/>
                  <w:r w:rsidRPr="00D72EFD">
                    <w:rPr>
                      <w:color w:val="404040"/>
                      <w:sz w:val="20"/>
                      <w:szCs w:val="20"/>
                      <w:lang w:val="es-ES"/>
                    </w:rPr>
                    <w:t>invoice</w:t>
                  </w:r>
                  <w:proofErr w:type="spellEnd"/>
                  <w:r w:rsidRPr="00D72EFD">
                    <w:rPr>
                      <w:color w:val="404040"/>
                      <w:sz w:val="20"/>
                      <w:szCs w:val="20"/>
                      <w:lang w:val="es-ES"/>
                    </w:rPr>
                    <w:t>.</w:t>
                  </w:r>
                </w:p>
                <w:p w14:paraId="312F85EA" w14:textId="77777777" w:rsidR="002D076A" w:rsidRPr="00D72EFD" w:rsidRDefault="002D076A" w:rsidP="00C91529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</w:pPr>
                </w:p>
                <w:p w14:paraId="5769D298" w14:textId="073141C5" w:rsidR="002D076A" w:rsidRPr="00D72EFD" w:rsidRDefault="002D076A" w:rsidP="002D076A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</w:pPr>
                </w:p>
                <w:p w14:paraId="39135E29" w14:textId="37101393" w:rsidR="00C20C49" w:rsidRPr="00D72EFD" w:rsidRDefault="00C20C49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</w:pPr>
                </w:p>
                <w:p w14:paraId="7ECBCF95" w14:textId="2267BECA" w:rsidR="00C20C49" w:rsidRPr="008B1D84" w:rsidRDefault="008B1D84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</w:pPr>
                  <w:r w:rsidRPr="008B1D84"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  <w:t>Fi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  <w:lang w:val="es-ES"/>
                    </w:rPr>
                    <w:t>rmado:</w:t>
                  </w:r>
                </w:p>
                <w:p w14:paraId="29E114D7" w14:textId="72EF9F70" w:rsidR="00C20C49" w:rsidRDefault="00C20C49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</w:pP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Carlos </w:t>
                  </w:r>
                  <w:r w:rsidR="008B1D84"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 xml:space="preserve">Eduardo </w:t>
                  </w:r>
                  <w:r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  <w:t>Espinosa Marzal</w:t>
                  </w:r>
                </w:p>
                <w:p w14:paraId="63A6577B" w14:textId="7B5AF910" w:rsidR="00842BB3" w:rsidRPr="00926BF2" w:rsidRDefault="00842BB3">
                  <w:pPr>
                    <w:spacing w:before="40" w:after="80"/>
                    <w:rPr>
                      <w:rFonts w:ascii="Times New Roman" w:eastAsia="MS PMincho" w:hAnsi="Times New Roman" w:cs="Times New Roman"/>
                      <w:color w:val="404040"/>
                      <w:sz w:val="20"/>
                      <w:szCs w:val="20"/>
                    </w:rPr>
                  </w:pPr>
                </w:p>
              </w:tc>
              <w:tc>
                <w:tcPr>
                  <w:tcW w:w="2842" w:type="dxa"/>
                </w:tcPr>
                <w:p w14:paraId="7F76FCB2" w14:textId="7D7BA332" w:rsidR="00842BB3" w:rsidRPr="00C60040" w:rsidRDefault="00A90E77" w:rsidP="00A90E77">
                  <w:pPr>
                    <w:spacing w:before="40" w:after="80"/>
                    <w:rPr>
                      <w:rFonts w:ascii="Gill Sans" w:hAnsi="Gill Sans"/>
                      <w:szCs w:val="20"/>
                    </w:rPr>
                  </w:pPr>
                  <w:r>
                    <w:rPr>
                      <w:rFonts w:ascii="Gill Sans" w:hAnsi="Gill Sans"/>
                      <w:szCs w:val="20"/>
                    </w:rPr>
                    <w:t xml:space="preserve">     </w:t>
                  </w:r>
                </w:p>
              </w:tc>
            </w:tr>
            <w:tr w:rsidR="008A2EC6" w:rsidRPr="00C60040" w14:paraId="0FA5BD5D" w14:textId="77777777" w:rsidTr="008A2EC6">
              <w:trPr>
                <w:trHeight w:val="720"/>
              </w:trPr>
              <w:tc>
                <w:tcPr>
                  <w:tcW w:w="8789" w:type="dxa"/>
                  <w:gridSpan w:val="2"/>
                </w:tcPr>
                <w:p w14:paraId="27E318D8" w14:textId="694E1C27" w:rsidR="00A03DCD" w:rsidRDefault="00A03DCD" w:rsidP="00C31A96">
                  <w:pPr>
                    <w:spacing w:before="40" w:after="80"/>
                    <w:ind w:right="-2340"/>
                    <w:rPr>
                      <w:rFonts w:ascii="Gill Sans" w:hAnsi="Gill Sans"/>
                      <w:color w:val="404040"/>
                      <w:sz w:val="20"/>
                      <w:szCs w:val="20"/>
                    </w:rPr>
                  </w:pPr>
                </w:p>
              </w:tc>
              <w:tc>
                <w:tcPr>
                  <w:tcW w:w="2842" w:type="dxa"/>
                </w:tcPr>
                <w:p w14:paraId="4E3CDAE1" w14:textId="77777777" w:rsidR="008A2EC6" w:rsidRDefault="008A2EC6">
                  <w:pPr>
                    <w:spacing w:before="40" w:after="80"/>
                    <w:rPr>
                      <w:rFonts w:ascii="Gill Sans" w:hAnsi="Gill Sans"/>
                      <w:szCs w:val="20"/>
                    </w:rPr>
                  </w:pPr>
                </w:p>
              </w:tc>
            </w:tr>
          </w:tbl>
          <w:p w14:paraId="4B8C1A7F" w14:textId="5A412719" w:rsidR="00AE4A51" w:rsidRPr="00C60040" w:rsidRDefault="00AE4A51">
            <w:pPr>
              <w:rPr>
                <w:rFonts w:ascii="Gill Sans" w:eastAsia="MS PMincho" w:hAnsi="Gill Sans" w:cs="Kaiti SC Black"/>
              </w:rPr>
            </w:pPr>
          </w:p>
        </w:tc>
        <w:tc>
          <w:tcPr>
            <w:tcW w:w="1035" w:type="dxa"/>
          </w:tcPr>
          <w:p w14:paraId="58E16116" w14:textId="5FD59116" w:rsidR="00AC56DF" w:rsidRPr="00C60040" w:rsidRDefault="00AC56DF">
            <w:pPr>
              <w:spacing w:before="40" w:after="80"/>
              <w:rPr>
                <w:rFonts w:ascii="Gill Sans" w:hAnsi="Gill Sans"/>
                <w:color w:val="404040"/>
                <w:szCs w:val="20"/>
              </w:rPr>
            </w:pPr>
          </w:p>
          <w:p w14:paraId="276AE75F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2C8B269A" w14:textId="77777777" w:rsidR="00AC56DF" w:rsidRPr="00C60040" w:rsidRDefault="00AC56DF" w:rsidP="00AC56DF">
            <w:pPr>
              <w:rPr>
                <w:rFonts w:ascii="Gill Sans" w:eastAsia="MS PMincho" w:hAnsi="Gill Sans" w:cs="Kaiti SC Black"/>
                <w:szCs w:val="20"/>
              </w:rPr>
            </w:pPr>
          </w:p>
          <w:p w14:paraId="5609157D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163859EB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0EBF516B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78AA21B1" w14:textId="77777777" w:rsidR="00AC56DF" w:rsidRPr="00C60040" w:rsidRDefault="00AC56DF" w:rsidP="00AC56DF">
            <w:pPr>
              <w:rPr>
                <w:rFonts w:ascii="Kaiti SC Black" w:eastAsia="MS PMincho" w:hAnsi="Kaiti SC Black" w:cs="Kaiti SC Black"/>
                <w:szCs w:val="20"/>
              </w:rPr>
            </w:pPr>
          </w:p>
          <w:p w14:paraId="4E5371F8" w14:textId="77777777" w:rsidR="00AC56DF" w:rsidRPr="00C60040" w:rsidRDefault="00AC56DF" w:rsidP="00AC56DF">
            <w:pPr>
              <w:rPr>
                <w:rFonts w:ascii="Gill Sans" w:eastAsia="MS PMincho" w:hAnsi="Gill Sans" w:cs="Kaiti SC Black"/>
                <w:szCs w:val="20"/>
              </w:rPr>
            </w:pPr>
          </w:p>
          <w:p w14:paraId="54A13142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576CAC40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79EAA16C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58B62E3B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22DFDE5F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41319947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6230645C" w14:textId="77777777" w:rsidR="00AC56DF" w:rsidRPr="00C60040" w:rsidRDefault="00AC56DF" w:rsidP="00AC56DF">
            <w:pPr>
              <w:rPr>
                <w:rFonts w:ascii="Kaiti SC Black" w:eastAsia="MS PMincho" w:hAnsi="Kaiti SC Black" w:cs="Kaiti SC Black"/>
                <w:szCs w:val="20"/>
              </w:rPr>
            </w:pPr>
          </w:p>
          <w:p w14:paraId="57DF3EF5" w14:textId="77777777" w:rsidR="00AC56DF" w:rsidRPr="00C60040" w:rsidRDefault="00AC56DF" w:rsidP="00AC56DF">
            <w:pPr>
              <w:rPr>
                <w:rFonts w:ascii="Gill Sans" w:eastAsia="MS PMincho" w:hAnsi="Gill Sans" w:cs="Kaiti SC Black"/>
                <w:szCs w:val="20"/>
              </w:rPr>
            </w:pPr>
          </w:p>
          <w:p w14:paraId="68A7AD9F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75BAAEA1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0A33C6AD" w14:textId="77777777" w:rsidR="00AC56DF" w:rsidRPr="00C60040" w:rsidRDefault="00AC56DF" w:rsidP="00AC56DF">
            <w:pPr>
              <w:rPr>
                <w:rFonts w:ascii="Gill Sans" w:hAnsi="Gill Sans"/>
                <w:szCs w:val="20"/>
              </w:rPr>
            </w:pPr>
          </w:p>
          <w:p w14:paraId="1F2BDDA0" w14:textId="15CA3A85" w:rsidR="00AE4A51" w:rsidRPr="00C60040" w:rsidRDefault="00AE4A51" w:rsidP="00AC56DF">
            <w:pPr>
              <w:rPr>
                <w:rFonts w:ascii="Gill Sans" w:hAnsi="Gill Sans"/>
                <w:szCs w:val="20"/>
              </w:rPr>
            </w:pPr>
          </w:p>
        </w:tc>
        <w:tc>
          <w:tcPr>
            <w:tcW w:w="5355" w:type="dxa"/>
          </w:tcPr>
          <w:p w14:paraId="4D46AD60" w14:textId="77777777" w:rsidR="00AE4A51" w:rsidRPr="00C60040" w:rsidRDefault="00AE4A51">
            <w:pPr>
              <w:rPr>
                <w:rFonts w:ascii="Gill Sans" w:hAnsi="Gill Sans"/>
              </w:rPr>
            </w:pPr>
          </w:p>
        </w:tc>
      </w:tr>
    </w:tbl>
    <w:p w14:paraId="7387736C" w14:textId="1B84495C" w:rsidR="00AE4A51" w:rsidRDefault="00AE4A51" w:rsidP="00926BF2"/>
    <w:sectPr w:rsidR="00AE4A51" w:rsidSect="00AE4A51">
      <w:headerReference w:type="default" r:id="rId7"/>
      <w:headerReference w:type="first" r:id="rId8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DC63E" w14:textId="77777777" w:rsidR="00A17575" w:rsidRDefault="00A17575">
      <w:r>
        <w:separator/>
      </w:r>
    </w:p>
  </w:endnote>
  <w:endnote w:type="continuationSeparator" w:id="0">
    <w:p w14:paraId="2D214CAE" w14:textId="77777777" w:rsidR="00A17575" w:rsidRDefault="00A17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Kaiti SC Black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09A96" w14:textId="77777777" w:rsidR="00A17575" w:rsidRDefault="00A17575">
      <w:r>
        <w:separator/>
      </w:r>
    </w:p>
  </w:footnote>
  <w:footnote w:type="continuationSeparator" w:id="0">
    <w:p w14:paraId="21EFFA7C" w14:textId="77777777" w:rsidR="00A17575" w:rsidRDefault="00A17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843BEA" w14:paraId="741BE3BB" w14:textId="77777777">
      <w:trPr>
        <w:trHeight w:val="288"/>
      </w:trPr>
      <w:tc>
        <w:tcPr>
          <w:tcW w:w="1600" w:type="pct"/>
          <w:shd w:val="clear" w:color="auto" w:fill="663366" w:themeFill="accent1"/>
        </w:tcPr>
        <w:p w14:paraId="345056F3" w14:textId="77777777" w:rsidR="00843BEA" w:rsidRDefault="00843BEA"/>
      </w:tc>
      <w:tc>
        <w:tcPr>
          <w:tcW w:w="100" w:type="pct"/>
        </w:tcPr>
        <w:p w14:paraId="092476A8" w14:textId="77777777" w:rsidR="00843BEA" w:rsidRDefault="00843BEA"/>
      </w:tc>
      <w:tc>
        <w:tcPr>
          <w:tcW w:w="1600" w:type="pct"/>
          <w:shd w:val="clear" w:color="auto" w:fill="999966" w:themeFill="accent4"/>
        </w:tcPr>
        <w:p w14:paraId="56E8BE5B" w14:textId="77777777" w:rsidR="00843BEA" w:rsidRDefault="00843BEA"/>
      </w:tc>
      <w:tc>
        <w:tcPr>
          <w:tcW w:w="100" w:type="pct"/>
        </w:tcPr>
        <w:p w14:paraId="39DB9328" w14:textId="77777777" w:rsidR="00843BEA" w:rsidRDefault="00843BEA"/>
      </w:tc>
      <w:tc>
        <w:tcPr>
          <w:tcW w:w="1600" w:type="pct"/>
          <w:shd w:val="clear" w:color="auto" w:fill="666699" w:themeFill="accent3"/>
        </w:tcPr>
        <w:p w14:paraId="37A9472A" w14:textId="77777777" w:rsidR="00843BEA" w:rsidRDefault="00843BEA"/>
      </w:tc>
    </w:tr>
  </w:tbl>
  <w:p w14:paraId="6CFC7617" w14:textId="77777777" w:rsidR="00843BEA" w:rsidRDefault="00843BEA">
    <w:pPr>
      <w:pStyle w:val="Encabezado"/>
    </w:pPr>
    <w:r>
      <w:fldChar w:fldCharType="begin"/>
    </w:r>
    <w:r>
      <w:instrText xml:space="preserve"> page </w:instrText>
    </w:r>
    <w:r>
      <w:fldChar w:fldCharType="separate"/>
    </w:r>
    <w:r w:rsidR="00FE7E3F">
      <w:rPr>
        <w:noProof/>
      </w:rPr>
      <w:t>2</w:t>
    </w:r>
    <w:r>
      <w:rPr>
        <w:noProof/>
      </w:rPr>
      <w:fldChar w:fldCharType="end"/>
    </w:r>
  </w:p>
  <w:p w14:paraId="2C4B459F" w14:textId="77777777" w:rsidR="00843BEA" w:rsidRDefault="00843BE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DBFC" w14:textId="3426D8B4" w:rsidR="00843BEA" w:rsidRPr="00EA532F" w:rsidRDefault="00843BEA" w:rsidP="00EA532F">
    <w:pPr>
      <w:pStyle w:val="Header-Left"/>
      <w:spacing w:after="40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72893B" wp14:editId="2F078B7B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3771900" cy="342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46D373" w14:textId="47B3C1FE" w:rsidR="00843BEA" w:rsidRPr="00EA532F" w:rsidRDefault="00E23420">
                          <w:pPr>
                            <w:rPr>
                              <w:b/>
                              <w:color w:val="4D1664" w:themeColor="accent2" w:themeTint="E6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color w:val="4D1664" w:themeColor="accent2" w:themeTint="E6"/>
                              <w:sz w:val="24"/>
                              <w:szCs w:val="24"/>
                            </w:rPr>
                            <w:t>Obras, Restauraciones,</w:t>
                          </w:r>
                          <w:r w:rsidR="00843BEA" w:rsidRPr="00EA532F">
                            <w:rPr>
                              <w:b/>
                              <w:color w:val="4D1664" w:themeColor="accent2" w:themeTint="E6"/>
                              <w:sz w:val="24"/>
                              <w:szCs w:val="24"/>
                            </w:rPr>
                            <w:t xml:space="preserve"> Reformas</w:t>
                          </w:r>
                          <w:r>
                            <w:rPr>
                              <w:b/>
                              <w:color w:val="4D1664" w:themeColor="accent2" w:themeTint="E6"/>
                              <w:sz w:val="24"/>
                              <w:szCs w:val="24"/>
                            </w:rPr>
                            <w:t xml:space="preserve"> &amp; Servicios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7289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18pt;width:297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" filled="f" stroked="f">
              <v:textbox inset=",7.2pt,,7.2pt">
                <w:txbxContent>
                  <w:p w14:paraId="5346D373" w14:textId="47B3C1FE" w:rsidR="00843BEA" w:rsidRPr="00EA532F" w:rsidRDefault="00E23420">
                    <w:pPr>
                      <w:rPr>
                        <w:b/>
                        <w:color w:val="4D1664" w:themeColor="accent2" w:themeTint="E6"/>
                        <w:sz w:val="24"/>
                        <w:szCs w:val="24"/>
                      </w:rPr>
                    </w:pPr>
                    <w:r>
                      <w:rPr>
                        <w:b/>
                        <w:color w:val="4D1664" w:themeColor="accent2" w:themeTint="E6"/>
                        <w:sz w:val="24"/>
                        <w:szCs w:val="24"/>
                      </w:rPr>
                      <w:t>Obras, Restauraciones,</w:t>
                    </w:r>
                    <w:r w:rsidR="00843BEA" w:rsidRPr="00EA532F">
                      <w:rPr>
                        <w:b/>
                        <w:color w:val="4D1664" w:themeColor="accent2" w:themeTint="E6"/>
                        <w:sz w:val="24"/>
                        <w:szCs w:val="24"/>
                      </w:rPr>
                      <w:t xml:space="preserve"> Reformas</w:t>
                    </w:r>
                    <w:r>
                      <w:rPr>
                        <w:b/>
                        <w:color w:val="4D1664" w:themeColor="accent2" w:themeTint="E6"/>
                        <w:sz w:val="24"/>
                        <w:szCs w:val="24"/>
                      </w:rPr>
                      <w:t xml:space="preserve"> &amp; Servicios</w:t>
                    </w:r>
                  </w:p>
                </w:txbxContent>
              </v:textbox>
            </v:shape>
          </w:pict>
        </mc:Fallback>
      </mc:AlternateContent>
    </w:r>
    <w:r>
      <w:t>Carlos Espinosa</w:t>
    </w:r>
    <w:r w:rsidR="00F62DC2">
      <w:t xml:space="preserve"> Marzal</w:t>
    </w: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56"/>
      <w:gridCol w:w="216"/>
      <w:gridCol w:w="3456"/>
      <w:gridCol w:w="216"/>
      <w:gridCol w:w="3456"/>
    </w:tblGrid>
    <w:tr w:rsidR="00843BEA" w14:paraId="0E2CB4CD" w14:textId="77777777">
      <w:trPr>
        <w:trHeight w:val="288"/>
      </w:trPr>
      <w:tc>
        <w:tcPr>
          <w:tcW w:w="1600" w:type="pct"/>
          <w:shd w:val="clear" w:color="auto" w:fill="663366" w:themeFill="accent1"/>
        </w:tcPr>
        <w:p w14:paraId="313332AE" w14:textId="77777777" w:rsidR="00843BEA" w:rsidRDefault="00843BEA"/>
      </w:tc>
      <w:tc>
        <w:tcPr>
          <w:tcW w:w="100" w:type="pct"/>
        </w:tcPr>
        <w:p w14:paraId="142C18C7" w14:textId="77777777" w:rsidR="00843BEA" w:rsidRDefault="00843BEA"/>
      </w:tc>
      <w:tc>
        <w:tcPr>
          <w:tcW w:w="1600" w:type="pct"/>
          <w:shd w:val="clear" w:color="auto" w:fill="999966" w:themeFill="accent4"/>
        </w:tcPr>
        <w:p w14:paraId="7ABF3C6B" w14:textId="77777777" w:rsidR="00843BEA" w:rsidRDefault="00843BEA"/>
      </w:tc>
      <w:tc>
        <w:tcPr>
          <w:tcW w:w="100" w:type="pct"/>
        </w:tcPr>
        <w:p w14:paraId="157DC292" w14:textId="77777777" w:rsidR="00843BEA" w:rsidRDefault="00843BEA"/>
      </w:tc>
      <w:tc>
        <w:tcPr>
          <w:tcW w:w="1600" w:type="pct"/>
          <w:shd w:val="clear" w:color="auto" w:fill="666699" w:themeFill="accent3"/>
        </w:tcPr>
        <w:p w14:paraId="149E0B85" w14:textId="77777777" w:rsidR="00843BEA" w:rsidRDefault="00843BEA"/>
      </w:tc>
    </w:tr>
  </w:tbl>
  <w:p w14:paraId="6420DAE3" w14:textId="77777777" w:rsidR="00843BEA" w:rsidRDefault="00843BEA">
    <w:pPr>
      <w:pStyle w:val="Encabezado"/>
    </w:pPr>
  </w:p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401"/>
      <w:gridCol w:w="5399"/>
    </w:tblGrid>
    <w:tr w:rsidR="00843BEA" w14:paraId="1582D1EA" w14:textId="77777777" w:rsidTr="00EA532F">
      <w:trPr>
        <w:trHeight w:val="2206"/>
      </w:trPr>
      <w:tc>
        <w:tcPr>
          <w:tcW w:w="5508" w:type="dxa"/>
        </w:tcPr>
        <w:p w14:paraId="5B7A1C11" w14:textId="77777777" w:rsidR="00843BEA" w:rsidRPr="00EA532F" w:rsidRDefault="00843BEA" w:rsidP="00EA532F">
          <w:pPr>
            <w:widowControl w:val="0"/>
            <w:tabs>
              <w:tab w:val="left" w:pos="1133"/>
              <w:tab w:val="center" w:pos="3401"/>
              <w:tab w:val="right" w:pos="6797"/>
            </w:tabs>
            <w:autoSpaceDE w:val="0"/>
            <w:autoSpaceDN w:val="0"/>
            <w:adjustRightInd w:val="0"/>
            <w:spacing w:line="312" w:lineRule="auto"/>
            <w:jc w:val="both"/>
            <w:rPr>
              <w:rFonts w:ascii="Gill Sans" w:hAnsi="Gill Sans" w:cs="Gill Sans"/>
              <w:color w:val="808080"/>
              <w:sz w:val="20"/>
              <w:szCs w:val="20"/>
            </w:rPr>
          </w:pPr>
          <w:r w:rsidRPr="00EA532F">
            <w:rPr>
              <w:rFonts w:ascii="Gill Sans" w:hAnsi="Gill Sans" w:cs="Gill Sans"/>
              <w:color w:val="808080"/>
              <w:sz w:val="20"/>
              <w:szCs w:val="20"/>
            </w:rPr>
            <w:t>Carlos Eduardo Espinosa Marzal</w:t>
          </w:r>
        </w:p>
        <w:p w14:paraId="76939DB3" w14:textId="77777777" w:rsidR="00843BEA" w:rsidRPr="00EA532F" w:rsidRDefault="00843BEA" w:rsidP="00EA532F">
          <w:pPr>
            <w:widowControl w:val="0"/>
            <w:tabs>
              <w:tab w:val="left" w:pos="1133"/>
              <w:tab w:val="center" w:pos="3401"/>
              <w:tab w:val="right" w:pos="6797"/>
            </w:tabs>
            <w:autoSpaceDE w:val="0"/>
            <w:autoSpaceDN w:val="0"/>
            <w:adjustRightInd w:val="0"/>
            <w:spacing w:line="312" w:lineRule="auto"/>
            <w:jc w:val="both"/>
            <w:rPr>
              <w:rFonts w:ascii="Gill Sans" w:hAnsi="Gill Sans" w:cs="Gill Sans"/>
              <w:color w:val="808080"/>
              <w:sz w:val="20"/>
              <w:szCs w:val="20"/>
            </w:rPr>
          </w:pPr>
          <w:r>
            <w:rPr>
              <w:rFonts w:ascii="Gill Sans" w:hAnsi="Gill Sans" w:cs="Gill Sans"/>
              <w:color w:val="808080"/>
              <w:sz w:val="20"/>
              <w:szCs w:val="20"/>
            </w:rPr>
            <w:t>NIF:</w:t>
          </w:r>
          <w:r w:rsidRPr="00EA532F">
            <w:rPr>
              <w:rFonts w:ascii="Gill Sans" w:hAnsi="Gill Sans" w:cs="Gill Sans"/>
              <w:color w:val="808080"/>
              <w:sz w:val="20"/>
              <w:szCs w:val="20"/>
            </w:rPr>
            <w:t xml:space="preserve"> 54269472 Y</w:t>
          </w:r>
        </w:p>
        <w:p w14:paraId="1815E0F4" w14:textId="77777777" w:rsidR="00843BEA" w:rsidRPr="00EA532F" w:rsidRDefault="00843BEA" w:rsidP="00EA532F">
          <w:pPr>
            <w:widowControl w:val="0"/>
            <w:tabs>
              <w:tab w:val="left" w:pos="1133"/>
              <w:tab w:val="center" w:pos="3401"/>
              <w:tab w:val="right" w:pos="6797"/>
            </w:tabs>
            <w:autoSpaceDE w:val="0"/>
            <w:autoSpaceDN w:val="0"/>
            <w:adjustRightInd w:val="0"/>
            <w:spacing w:line="312" w:lineRule="auto"/>
            <w:jc w:val="both"/>
            <w:rPr>
              <w:rFonts w:ascii="Gill Sans" w:hAnsi="Gill Sans" w:cs="Gill Sans"/>
              <w:color w:val="808080"/>
              <w:sz w:val="20"/>
              <w:szCs w:val="20"/>
            </w:rPr>
          </w:pPr>
          <w:r w:rsidRPr="00EA532F">
            <w:rPr>
              <w:rFonts w:ascii="Gill Sans" w:hAnsi="Gill Sans" w:cs="Gill Sans"/>
              <w:color w:val="808080"/>
              <w:sz w:val="20"/>
              <w:szCs w:val="20"/>
            </w:rPr>
            <w:t>C/ Venezuela 128-28</w:t>
          </w:r>
        </w:p>
        <w:p w14:paraId="1A63AD1C" w14:textId="77777777" w:rsidR="00843BEA" w:rsidRPr="00EA532F" w:rsidRDefault="00843BEA" w:rsidP="00EA532F">
          <w:pPr>
            <w:widowControl w:val="0"/>
            <w:tabs>
              <w:tab w:val="left" w:pos="1133"/>
              <w:tab w:val="center" w:pos="3401"/>
              <w:tab w:val="right" w:pos="6797"/>
            </w:tabs>
            <w:autoSpaceDE w:val="0"/>
            <w:autoSpaceDN w:val="0"/>
            <w:adjustRightInd w:val="0"/>
            <w:spacing w:after="120" w:line="312" w:lineRule="auto"/>
            <w:jc w:val="both"/>
            <w:rPr>
              <w:rFonts w:ascii="Gill Sans" w:hAnsi="Gill Sans" w:cs="Gill Sans"/>
              <w:color w:val="808080"/>
              <w:sz w:val="20"/>
              <w:szCs w:val="20"/>
            </w:rPr>
          </w:pPr>
          <w:r>
            <w:rPr>
              <w:rFonts w:ascii="Gill Sans" w:hAnsi="Gill Sans" w:cs="Gill Sans"/>
              <w:color w:val="808080"/>
              <w:sz w:val="20"/>
              <w:szCs w:val="20"/>
            </w:rPr>
            <w:t xml:space="preserve">35110 Los Llanos, </w:t>
          </w:r>
          <w:r w:rsidRPr="00EA532F">
            <w:rPr>
              <w:rFonts w:ascii="Gill Sans" w:hAnsi="Gill Sans" w:cs="Gill Sans"/>
              <w:color w:val="808080"/>
              <w:sz w:val="20"/>
              <w:szCs w:val="20"/>
            </w:rPr>
            <w:t xml:space="preserve">Las Palmas </w:t>
          </w:r>
          <w:r>
            <w:rPr>
              <w:rFonts w:ascii="Gill Sans" w:hAnsi="Gill Sans" w:cs="Gill Sans"/>
              <w:color w:val="808080"/>
              <w:sz w:val="20"/>
              <w:szCs w:val="20"/>
            </w:rPr>
            <w:t>de GC.</w:t>
          </w:r>
        </w:p>
        <w:p w14:paraId="7CF4D50C" w14:textId="77777777" w:rsidR="00843BEA" w:rsidRPr="00EA532F" w:rsidRDefault="00843BEA" w:rsidP="00EA532F">
          <w:pPr>
            <w:widowControl w:val="0"/>
            <w:tabs>
              <w:tab w:val="left" w:pos="1133"/>
            </w:tabs>
            <w:autoSpaceDE w:val="0"/>
            <w:autoSpaceDN w:val="0"/>
            <w:adjustRightInd w:val="0"/>
            <w:spacing w:line="312" w:lineRule="auto"/>
            <w:jc w:val="both"/>
            <w:rPr>
              <w:rFonts w:ascii="Gill Sans" w:hAnsi="Gill Sans" w:cs="Gill Sans"/>
              <w:bCs/>
              <w:color w:val="808080"/>
              <w:sz w:val="20"/>
              <w:szCs w:val="20"/>
            </w:rPr>
          </w:pPr>
          <w:r w:rsidRPr="00EA532F">
            <w:rPr>
              <w:rFonts w:ascii="Gill Sans" w:hAnsi="Gill Sans" w:cs="Gill Sans"/>
              <w:bCs/>
              <w:color w:val="808080"/>
              <w:sz w:val="20"/>
              <w:szCs w:val="20"/>
            </w:rPr>
            <w:t>Teléfono</w:t>
          </w:r>
          <w:r>
            <w:rPr>
              <w:rFonts w:ascii="Gill Sans" w:hAnsi="Gill Sans" w:cs="Gill Sans"/>
              <w:bCs/>
              <w:color w:val="808080"/>
              <w:sz w:val="20"/>
              <w:szCs w:val="20"/>
            </w:rPr>
            <w:t xml:space="preserve">: </w:t>
          </w:r>
          <w:r w:rsidRPr="00EA532F">
            <w:rPr>
              <w:rFonts w:ascii="Gill Sans" w:hAnsi="Gill Sans" w:cs="Gill Sans"/>
              <w:color w:val="808080"/>
              <w:sz w:val="20"/>
              <w:szCs w:val="20"/>
            </w:rPr>
            <w:t>647 202315</w:t>
          </w:r>
        </w:p>
        <w:p w14:paraId="579E314F" w14:textId="77777777" w:rsidR="00843BEA" w:rsidRPr="00EA532F" w:rsidRDefault="00843BEA" w:rsidP="00EA532F">
          <w:pPr>
            <w:widowControl w:val="0"/>
            <w:tabs>
              <w:tab w:val="left" w:pos="1133"/>
            </w:tabs>
            <w:autoSpaceDE w:val="0"/>
            <w:autoSpaceDN w:val="0"/>
            <w:adjustRightInd w:val="0"/>
            <w:spacing w:line="288" w:lineRule="auto"/>
            <w:rPr>
              <w:rFonts w:ascii="Gill Sans" w:hAnsi="Gill Sans" w:cs="Gill Sans"/>
              <w:bCs/>
              <w:color w:val="808080"/>
              <w:sz w:val="20"/>
              <w:szCs w:val="20"/>
            </w:rPr>
          </w:pPr>
          <w:r w:rsidRPr="00EA532F">
            <w:rPr>
              <w:rFonts w:ascii="Gill Sans" w:hAnsi="Gill Sans" w:cs="Gill Sans"/>
              <w:bCs/>
              <w:color w:val="808080"/>
              <w:sz w:val="20"/>
              <w:szCs w:val="20"/>
            </w:rPr>
            <w:t>E-mail</w:t>
          </w:r>
          <w:r>
            <w:rPr>
              <w:rFonts w:ascii="Gill Sans" w:hAnsi="Gill Sans" w:cs="Gill Sans"/>
              <w:bCs/>
              <w:color w:val="808080"/>
              <w:sz w:val="20"/>
              <w:szCs w:val="20"/>
            </w:rPr>
            <w:t xml:space="preserve">:  </w:t>
          </w:r>
          <w:r w:rsidRPr="00EA532F">
            <w:rPr>
              <w:rFonts w:ascii="Gill Sans" w:hAnsi="Gill Sans" w:cs="Gill Sans"/>
              <w:color w:val="000099"/>
              <w:sz w:val="20"/>
              <w:szCs w:val="20"/>
              <w:u w:val="single" w:color="000099"/>
            </w:rPr>
            <w:t>carloses61@hotmail.com</w:t>
          </w:r>
        </w:p>
      </w:tc>
      <w:tc>
        <w:tcPr>
          <w:tcW w:w="5508" w:type="dxa"/>
        </w:tcPr>
        <w:p w14:paraId="6AD67897" w14:textId="121203B2" w:rsidR="00843BEA" w:rsidRDefault="00A03DCD">
          <w:pPr>
            <w:pStyle w:val="Header-Right"/>
          </w:pPr>
          <w:r>
            <w:t>Recibo</w:t>
          </w:r>
        </w:p>
        <w:p w14:paraId="40DD3157" w14:textId="56238594" w:rsidR="00843BEA" w:rsidRDefault="00843BEA">
          <w:pPr>
            <w:pStyle w:val="Fecha"/>
          </w:pPr>
          <w:proofErr w:type="spellStart"/>
          <w:r>
            <w:t>Nº</w:t>
          </w:r>
          <w:proofErr w:type="spellEnd"/>
          <w:r>
            <w:t xml:space="preserve">: </w:t>
          </w:r>
          <w:r w:rsidR="00A03DCD">
            <w:t>0</w:t>
          </w:r>
          <w:r w:rsidR="00FB40F3">
            <w:t>34</w:t>
          </w:r>
          <w:r>
            <w:t>- 20</w:t>
          </w:r>
          <w:r w:rsidR="00A03DCD">
            <w:t>2</w:t>
          </w:r>
          <w:r w:rsidR="00F22CE8">
            <w:t>3</w:t>
          </w:r>
          <w:r>
            <w:t xml:space="preserve"> </w:t>
          </w:r>
        </w:p>
        <w:p w14:paraId="00BAB372" w14:textId="30407451" w:rsidR="00843BEA" w:rsidRDefault="00FB40F3">
          <w:pPr>
            <w:pStyle w:val="Fecha"/>
          </w:pPr>
          <w:r>
            <w:t>29</w:t>
          </w:r>
          <w:r w:rsidR="00843BEA">
            <w:t xml:space="preserve"> de</w:t>
          </w:r>
          <w:r w:rsidR="00F22CE8">
            <w:t xml:space="preserve"> </w:t>
          </w:r>
          <w:proofErr w:type="gramStart"/>
          <w:r>
            <w:t>Septiembre</w:t>
          </w:r>
          <w:proofErr w:type="gramEnd"/>
          <w:r w:rsidR="00843BEA">
            <w:t xml:space="preserve"> de 20</w:t>
          </w:r>
          <w:r w:rsidR="00A03DCD">
            <w:t>2</w:t>
          </w:r>
          <w:r w:rsidR="00F22CE8">
            <w:t>3</w:t>
          </w:r>
          <w:r w:rsidR="00843BEA">
            <w:t xml:space="preserve">     </w:t>
          </w:r>
        </w:p>
      </w:tc>
    </w:tr>
  </w:tbl>
  <w:p w14:paraId="56BBCC02" w14:textId="5025B7C4" w:rsidR="00843BEA" w:rsidRDefault="00843BE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D628198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328888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FFCD304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1267AC4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36A480C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986976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06E112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5E1CB8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040DC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2287F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4612639">
    <w:abstractNumId w:val="9"/>
  </w:num>
  <w:num w:numId="2" w16cid:durableId="979577595">
    <w:abstractNumId w:val="7"/>
  </w:num>
  <w:num w:numId="3" w16cid:durableId="196164232">
    <w:abstractNumId w:val="6"/>
  </w:num>
  <w:num w:numId="4" w16cid:durableId="824934070">
    <w:abstractNumId w:val="5"/>
  </w:num>
  <w:num w:numId="5" w16cid:durableId="2011248002">
    <w:abstractNumId w:val="4"/>
  </w:num>
  <w:num w:numId="6" w16cid:durableId="239173031">
    <w:abstractNumId w:val="8"/>
  </w:num>
  <w:num w:numId="7" w16cid:durableId="311446536">
    <w:abstractNumId w:val="3"/>
  </w:num>
  <w:num w:numId="8" w16cid:durableId="1428962429">
    <w:abstractNumId w:val="2"/>
  </w:num>
  <w:num w:numId="9" w16cid:durableId="1763212548">
    <w:abstractNumId w:val="1"/>
  </w:num>
  <w:num w:numId="10" w16cid:durableId="210622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202"/>
  <w:activeWritingStyle w:appName="MSWord" w:lang="en-US" w:vendorID="64" w:dllVersion="6" w:nlCheck="1" w:checkStyle="1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EA532F"/>
    <w:rsid w:val="000359B5"/>
    <w:rsid w:val="00040B12"/>
    <w:rsid w:val="00064836"/>
    <w:rsid w:val="00076EF2"/>
    <w:rsid w:val="000B0287"/>
    <w:rsid w:val="00103687"/>
    <w:rsid w:val="001130B5"/>
    <w:rsid w:val="001404B0"/>
    <w:rsid w:val="00163EB0"/>
    <w:rsid w:val="0017631E"/>
    <w:rsid w:val="00197A04"/>
    <w:rsid w:val="001A5A5A"/>
    <w:rsid w:val="001A7A52"/>
    <w:rsid w:val="001B79BD"/>
    <w:rsid w:val="001E313D"/>
    <w:rsid w:val="001F0039"/>
    <w:rsid w:val="001F02BF"/>
    <w:rsid w:val="00203D21"/>
    <w:rsid w:val="002534FA"/>
    <w:rsid w:val="00295262"/>
    <w:rsid w:val="00295C8D"/>
    <w:rsid w:val="002D076A"/>
    <w:rsid w:val="002F4804"/>
    <w:rsid w:val="00323660"/>
    <w:rsid w:val="00353BCE"/>
    <w:rsid w:val="00382732"/>
    <w:rsid w:val="003F5247"/>
    <w:rsid w:val="00433922"/>
    <w:rsid w:val="0044303D"/>
    <w:rsid w:val="00443259"/>
    <w:rsid w:val="00454759"/>
    <w:rsid w:val="00461E44"/>
    <w:rsid w:val="00493DC2"/>
    <w:rsid w:val="004B67EF"/>
    <w:rsid w:val="004C022B"/>
    <w:rsid w:val="00515DF8"/>
    <w:rsid w:val="00577BAA"/>
    <w:rsid w:val="00596452"/>
    <w:rsid w:val="005A3615"/>
    <w:rsid w:val="00606461"/>
    <w:rsid w:val="00680308"/>
    <w:rsid w:val="0069601C"/>
    <w:rsid w:val="007012FF"/>
    <w:rsid w:val="00716CDF"/>
    <w:rsid w:val="00721C84"/>
    <w:rsid w:val="007A78C1"/>
    <w:rsid w:val="007D336A"/>
    <w:rsid w:val="007D45D2"/>
    <w:rsid w:val="007E61CD"/>
    <w:rsid w:val="0083056B"/>
    <w:rsid w:val="00842BB3"/>
    <w:rsid w:val="00843BEA"/>
    <w:rsid w:val="00860CF9"/>
    <w:rsid w:val="008752DD"/>
    <w:rsid w:val="00881EAB"/>
    <w:rsid w:val="00893A76"/>
    <w:rsid w:val="008A2EC6"/>
    <w:rsid w:val="008B1D84"/>
    <w:rsid w:val="008E00C8"/>
    <w:rsid w:val="00923E06"/>
    <w:rsid w:val="00926BF2"/>
    <w:rsid w:val="009409B7"/>
    <w:rsid w:val="00951931"/>
    <w:rsid w:val="00956347"/>
    <w:rsid w:val="009910FA"/>
    <w:rsid w:val="0099697A"/>
    <w:rsid w:val="009B681A"/>
    <w:rsid w:val="009C09EE"/>
    <w:rsid w:val="009C445A"/>
    <w:rsid w:val="009C7874"/>
    <w:rsid w:val="009D7DE4"/>
    <w:rsid w:val="00A03DCD"/>
    <w:rsid w:val="00A17575"/>
    <w:rsid w:val="00A57283"/>
    <w:rsid w:val="00A72A6C"/>
    <w:rsid w:val="00A83A63"/>
    <w:rsid w:val="00A85912"/>
    <w:rsid w:val="00A90E77"/>
    <w:rsid w:val="00A95B7B"/>
    <w:rsid w:val="00AC56DF"/>
    <w:rsid w:val="00AE4A51"/>
    <w:rsid w:val="00AF24FA"/>
    <w:rsid w:val="00B53240"/>
    <w:rsid w:val="00B76876"/>
    <w:rsid w:val="00B85260"/>
    <w:rsid w:val="00B907C1"/>
    <w:rsid w:val="00BA0B40"/>
    <w:rsid w:val="00BA577A"/>
    <w:rsid w:val="00BC261D"/>
    <w:rsid w:val="00BE5085"/>
    <w:rsid w:val="00BF0898"/>
    <w:rsid w:val="00BF4235"/>
    <w:rsid w:val="00C13882"/>
    <w:rsid w:val="00C20C49"/>
    <w:rsid w:val="00C219A9"/>
    <w:rsid w:val="00C269EA"/>
    <w:rsid w:val="00C319EE"/>
    <w:rsid w:val="00C31A96"/>
    <w:rsid w:val="00C43037"/>
    <w:rsid w:val="00C57646"/>
    <w:rsid w:val="00C60040"/>
    <w:rsid w:val="00C632ED"/>
    <w:rsid w:val="00C878E3"/>
    <w:rsid w:val="00CF625A"/>
    <w:rsid w:val="00D01A2A"/>
    <w:rsid w:val="00D03B91"/>
    <w:rsid w:val="00D27FDB"/>
    <w:rsid w:val="00D35E97"/>
    <w:rsid w:val="00D47BE7"/>
    <w:rsid w:val="00D6388E"/>
    <w:rsid w:val="00D646AA"/>
    <w:rsid w:val="00D72EFD"/>
    <w:rsid w:val="00D857C0"/>
    <w:rsid w:val="00DA3553"/>
    <w:rsid w:val="00DC23A1"/>
    <w:rsid w:val="00DC42AB"/>
    <w:rsid w:val="00DD6585"/>
    <w:rsid w:val="00DE7627"/>
    <w:rsid w:val="00E23420"/>
    <w:rsid w:val="00E36D8E"/>
    <w:rsid w:val="00E403BC"/>
    <w:rsid w:val="00E50BBF"/>
    <w:rsid w:val="00E63C50"/>
    <w:rsid w:val="00EA34E9"/>
    <w:rsid w:val="00EA4A83"/>
    <w:rsid w:val="00EA532F"/>
    <w:rsid w:val="00EA73CC"/>
    <w:rsid w:val="00EE735E"/>
    <w:rsid w:val="00EF48B3"/>
    <w:rsid w:val="00F00EBB"/>
    <w:rsid w:val="00F22CE8"/>
    <w:rsid w:val="00F26F12"/>
    <w:rsid w:val="00F37C05"/>
    <w:rsid w:val="00F62DC2"/>
    <w:rsid w:val="00F77EF7"/>
    <w:rsid w:val="00FA1CF1"/>
    <w:rsid w:val="00FA731A"/>
    <w:rsid w:val="00FB40F3"/>
    <w:rsid w:val="00FE3415"/>
    <w:rsid w:val="00FE7E3F"/>
    <w:rsid w:val="00FF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C6E1F7"/>
  <w15:docId w15:val="{584F88C2-C77F-FC46-BCED-3C96C79A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E4A51"/>
    <w:rPr>
      <w:sz w:val="18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AE4A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C264C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AE4A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AE4A5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3366" w:themeColor="accent1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AE4A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3366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AE4A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321932" w:themeColor="accent1" w:themeShade="7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AE4A5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321932" w:themeColor="accent1" w:themeShade="7F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AE4A5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AE4A5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AE4A5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E4A51"/>
    <w:pPr>
      <w:tabs>
        <w:tab w:val="center" w:pos="4680"/>
        <w:tab w:val="right" w:pos="9360"/>
      </w:tabs>
      <w:spacing w:before="40" w:after="200"/>
      <w:jc w:val="right"/>
    </w:pPr>
    <w:rPr>
      <w:color w:val="000000" w:themeColor="text1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rsid w:val="00AE4A51"/>
    <w:rPr>
      <w:color w:val="000000" w:themeColor="text1"/>
      <w:sz w:val="24"/>
      <w:szCs w:val="24"/>
    </w:rPr>
  </w:style>
  <w:style w:type="paragraph" w:customStyle="1" w:styleId="Contact">
    <w:name w:val="Contact"/>
    <w:basedOn w:val="Normal"/>
    <w:rsid w:val="00AE4A51"/>
    <w:pPr>
      <w:spacing w:line="200" w:lineRule="exact"/>
    </w:pPr>
    <w:rPr>
      <w:color w:val="663366" w:themeColor="accent1"/>
      <w:sz w:val="14"/>
      <w:szCs w:val="14"/>
    </w:rPr>
  </w:style>
  <w:style w:type="paragraph" w:customStyle="1" w:styleId="Header-Left">
    <w:name w:val="Header-Left"/>
    <w:basedOn w:val="Normal"/>
    <w:rsid w:val="00AE4A51"/>
    <w:pPr>
      <w:ind w:left="43"/>
    </w:pPr>
    <w:rPr>
      <w:rFonts w:asciiTheme="majorHAnsi" w:eastAsiaTheme="majorEastAsia" w:hAnsiTheme="majorHAnsi"/>
      <w:color w:val="663366" w:themeColor="accent1"/>
      <w:sz w:val="48"/>
    </w:rPr>
  </w:style>
  <w:style w:type="paragraph" w:customStyle="1" w:styleId="Header-Right">
    <w:name w:val="Header-Right"/>
    <w:basedOn w:val="Normal"/>
    <w:rsid w:val="00AE4A51"/>
    <w:pPr>
      <w:ind w:right="43"/>
      <w:jc w:val="right"/>
    </w:pPr>
    <w:rPr>
      <w:color w:val="663366" w:themeColor="accent1"/>
      <w:sz w:val="60"/>
    </w:rPr>
  </w:style>
  <w:style w:type="table" w:customStyle="1" w:styleId="BodyTable">
    <w:name w:val="Body Table"/>
    <w:basedOn w:val="Tablanormal"/>
    <w:rsid w:val="00AE4A51"/>
    <w:tblPr>
      <w:tblCellMar>
        <w:left w:w="72" w:type="dxa"/>
        <w:right w:w="72" w:type="dxa"/>
      </w:tblCellMar>
    </w:tblPr>
  </w:style>
  <w:style w:type="table" w:customStyle="1" w:styleId="HostTable-Borderless">
    <w:name w:val="Host Table - Borderless"/>
    <w:basedOn w:val="Tablanormal"/>
    <w:rsid w:val="00AE4A51"/>
    <w:tblPr>
      <w:tblCellMar>
        <w:left w:w="0" w:type="dxa"/>
        <w:right w:w="0" w:type="dxa"/>
      </w:tblCellMar>
    </w:tblPr>
  </w:style>
  <w:style w:type="character" w:customStyle="1" w:styleId="Plus">
    <w:name w:val="Plus"/>
    <w:basedOn w:val="Fuentedeprrafopredeter"/>
    <w:rsid w:val="00AE4A51"/>
    <w:rPr>
      <w:b/>
      <w:color w:val="B770B7" w:themeColor="accent1" w:themeTint="99"/>
      <w:spacing w:val="-80"/>
      <w:position w:val="24"/>
      <w:sz w:val="60"/>
    </w:rPr>
  </w:style>
  <w:style w:type="paragraph" w:styleId="Fecha">
    <w:name w:val="Date"/>
    <w:basedOn w:val="Normal"/>
    <w:next w:val="Normal"/>
    <w:link w:val="FechaCar"/>
    <w:rsid w:val="00AE4A51"/>
    <w:pPr>
      <w:spacing w:before="60"/>
      <w:jc w:val="right"/>
    </w:pPr>
    <w:rPr>
      <w:color w:val="999966" w:themeColor="accent4"/>
      <w:sz w:val="24"/>
    </w:rPr>
  </w:style>
  <w:style w:type="character" w:customStyle="1" w:styleId="FechaCar">
    <w:name w:val="Fecha Car"/>
    <w:basedOn w:val="Fuentedeprrafopredeter"/>
    <w:link w:val="Fecha"/>
    <w:rsid w:val="00AE4A51"/>
    <w:rPr>
      <w:color w:val="999966" w:themeColor="accent4"/>
      <w:sz w:val="24"/>
    </w:rPr>
  </w:style>
  <w:style w:type="table" w:customStyle="1" w:styleId="TotalsTable">
    <w:name w:val="Totals Table"/>
    <w:basedOn w:val="Tablanormal"/>
    <w:rsid w:val="00AE4A51"/>
    <w:tblPr>
      <w:jc w:val="righ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72" w:type="dxa"/>
        <w:right w:w="72" w:type="dxa"/>
      </w:tblCellMar>
    </w:tblPr>
    <w:trPr>
      <w:jc w:val="right"/>
    </w:trPr>
    <w:tblStylePr w:type="firstCol">
      <w:tblPr/>
      <w:tcPr>
        <w:shd w:val="clear" w:color="auto" w:fill="F2F2F2" w:themeFill="background1" w:themeFillShade="F2"/>
      </w:tcPr>
    </w:tblStylePr>
  </w:style>
  <w:style w:type="table" w:customStyle="1" w:styleId="InvoiceTable">
    <w:name w:val="Invoice Table"/>
    <w:basedOn w:val="Tablanormal"/>
    <w:rsid w:val="00AE4A51"/>
    <w:tblPr>
      <w:tblInd w:w="72" w:type="dxa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  <w:tblCellMar>
        <w:left w:w="72" w:type="dxa"/>
        <w:right w:w="72" w:type="dxa"/>
      </w:tblCellMar>
    </w:tblPr>
    <w:tblStylePr w:type="firstRow">
      <w:tblPr/>
      <w:tcPr>
        <w:shd w:val="clear" w:color="auto" w:fill="F2F2F2"/>
      </w:tcPr>
    </w:tblStylePr>
    <w:tblStylePr w:type="lastRow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semiHidden/>
    <w:unhideWhenUsed/>
    <w:rsid w:val="00AE4A5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AE4A51"/>
    <w:rPr>
      <w:rFonts w:ascii="Tahoma" w:hAnsi="Tahoma" w:cs="Tahoma"/>
      <w:sz w:val="16"/>
      <w:szCs w:val="16"/>
    </w:rPr>
  </w:style>
  <w:style w:type="paragraph" w:styleId="Bibliografa">
    <w:name w:val="Bibliography"/>
    <w:basedOn w:val="Normal"/>
    <w:next w:val="Normal"/>
    <w:semiHidden/>
    <w:unhideWhenUsed/>
    <w:rsid w:val="00AE4A51"/>
  </w:style>
  <w:style w:type="paragraph" w:styleId="Textodebloque">
    <w:name w:val="Block Text"/>
    <w:basedOn w:val="Normal"/>
    <w:semiHidden/>
    <w:unhideWhenUsed/>
    <w:rsid w:val="00AE4A51"/>
    <w:pPr>
      <w:pBdr>
        <w:top w:val="single" w:sz="2" w:space="10" w:color="663366" w:themeColor="accent1" w:shadow="1"/>
        <w:left w:val="single" w:sz="2" w:space="10" w:color="663366" w:themeColor="accent1" w:shadow="1"/>
        <w:bottom w:val="single" w:sz="2" w:space="10" w:color="663366" w:themeColor="accent1" w:shadow="1"/>
        <w:right w:val="single" w:sz="2" w:space="10" w:color="663366" w:themeColor="accent1" w:shadow="1"/>
      </w:pBdr>
      <w:ind w:left="1152" w:right="1152"/>
    </w:pPr>
    <w:rPr>
      <w:i/>
      <w:iCs/>
      <w:color w:val="663366" w:themeColor="accent1"/>
    </w:rPr>
  </w:style>
  <w:style w:type="paragraph" w:styleId="Textoindependiente">
    <w:name w:val="Body Text"/>
    <w:basedOn w:val="Normal"/>
    <w:link w:val="TextoindependienteCar"/>
    <w:semiHidden/>
    <w:unhideWhenUsed/>
    <w:rsid w:val="00AE4A5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AE4A51"/>
    <w:rPr>
      <w:sz w:val="18"/>
    </w:rPr>
  </w:style>
  <w:style w:type="paragraph" w:styleId="Textoindependiente2">
    <w:name w:val="Body Text 2"/>
    <w:basedOn w:val="Normal"/>
    <w:link w:val="Textoindependiente2Car"/>
    <w:semiHidden/>
    <w:unhideWhenUsed/>
    <w:rsid w:val="00AE4A51"/>
    <w:pPr>
      <w:spacing w:after="120"/>
      <w:ind w:left="360"/>
    </w:pPr>
  </w:style>
  <w:style w:type="paragraph" w:styleId="Textoindependiente3">
    <w:name w:val="Body Text 3"/>
    <w:basedOn w:val="Normal"/>
    <w:link w:val="Textoindependiente3Car"/>
    <w:semiHidden/>
    <w:unhideWhenUsed/>
    <w:rsid w:val="00AE4A5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AE4A51"/>
    <w:rPr>
      <w:sz w:val="16"/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semiHidden/>
    <w:unhideWhenUsed/>
    <w:rsid w:val="00AE4A51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semiHidden/>
    <w:rsid w:val="00AE4A51"/>
    <w:rPr>
      <w:sz w:val="18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AE4A51"/>
    <w:rPr>
      <w:sz w:val="18"/>
    </w:rPr>
  </w:style>
  <w:style w:type="paragraph" w:styleId="Textoindependienteprimerasangra2">
    <w:name w:val="Body Text First Indent 2"/>
    <w:basedOn w:val="Textoindependiente2"/>
    <w:link w:val="Textoindependienteprimerasangra2Car"/>
    <w:semiHidden/>
    <w:unhideWhenUsed/>
    <w:rsid w:val="00AE4A51"/>
    <w:pPr>
      <w:spacing w:after="0"/>
      <w:ind w:firstLine="360"/>
    </w:pPr>
  </w:style>
  <w:style w:type="character" w:customStyle="1" w:styleId="Textoindependienteprimerasangra2Car">
    <w:name w:val="Texto independiente primera sangría 2 Car"/>
    <w:basedOn w:val="Textoindependiente2Car"/>
    <w:link w:val="Textoindependienteprimerasangra2"/>
    <w:semiHidden/>
    <w:rsid w:val="00AE4A51"/>
    <w:rPr>
      <w:sz w:val="18"/>
    </w:rPr>
  </w:style>
  <w:style w:type="paragraph" w:styleId="Sangra2detindependiente">
    <w:name w:val="Body Text Indent 2"/>
    <w:basedOn w:val="Normal"/>
    <w:link w:val="Sangra2detindependienteCar"/>
    <w:semiHidden/>
    <w:unhideWhenUsed/>
    <w:rsid w:val="00AE4A51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AE4A51"/>
    <w:rPr>
      <w:sz w:val="18"/>
    </w:rPr>
  </w:style>
  <w:style w:type="paragraph" w:styleId="Sangra3detindependiente">
    <w:name w:val="Body Text Indent 3"/>
    <w:basedOn w:val="Normal"/>
    <w:link w:val="Sangra3detindependienteCar"/>
    <w:semiHidden/>
    <w:unhideWhenUsed/>
    <w:rsid w:val="00AE4A51"/>
    <w:pPr>
      <w:spacing w:after="120"/>
      <w:ind w:left="360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AE4A51"/>
    <w:rPr>
      <w:sz w:val="16"/>
      <w:szCs w:val="16"/>
    </w:rPr>
  </w:style>
  <w:style w:type="paragraph" w:styleId="Descripcin">
    <w:name w:val="caption"/>
    <w:basedOn w:val="Normal"/>
    <w:next w:val="Normal"/>
    <w:semiHidden/>
    <w:unhideWhenUsed/>
    <w:qFormat/>
    <w:rsid w:val="00AE4A51"/>
    <w:pPr>
      <w:spacing w:after="200"/>
    </w:pPr>
    <w:rPr>
      <w:b/>
      <w:bCs/>
      <w:color w:val="663366" w:themeColor="accent1"/>
      <w:szCs w:val="18"/>
    </w:rPr>
  </w:style>
  <w:style w:type="paragraph" w:styleId="Cierre">
    <w:name w:val="Closing"/>
    <w:basedOn w:val="Normal"/>
    <w:link w:val="CierreCar"/>
    <w:semiHidden/>
    <w:unhideWhenUsed/>
    <w:rsid w:val="00AE4A51"/>
    <w:pPr>
      <w:ind w:left="4320"/>
    </w:pPr>
  </w:style>
  <w:style w:type="character" w:customStyle="1" w:styleId="CierreCar">
    <w:name w:val="Cierre Car"/>
    <w:basedOn w:val="Fuentedeprrafopredeter"/>
    <w:link w:val="Cierre"/>
    <w:semiHidden/>
    <w:rsid w:val="00AE4A51"/>
    <w:rPr>
      <w:sz w:val="18"/>
    </w:rPr>
  </w:style>
  <w:style w:type="paragraph" w:styleId="Textocomentario">
    <w:name w:val="annotation text"/>
    <w:basedOn w:val="Normal"/>
    <w:link w:val="TextocomentarioCar"/>
    <w:semiHidden/>
    <w:unhideWhenUsed/>
    <w:rsid w:val="00AE4A5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AE4A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AE4A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AE4A51"/>
    <w:rPr>
      <w:b/>
      <w:bCs/>
      <w:sz w:val="20"/>
      <w:szCs w:val="20"/>
    </w:rPr>
  </w:style>
  <w:style w:type="paragraph" w:styleId="Mapadeldocumento">
    <w:name w:val="Document Map"/>
    <w:basedOn w:val="Normal"/>
    <w:link w:val="MapadeldocumentoCar"/>
    <w:semiHidden/>
    <w:unhideWhenUsed/>
    <w:rsid w:val="00AE4A51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AE4A51"/>
    <w:rPr>
      <w:rFonts w:ascii="Tahoma" w:hAnsi="Tahoma" w:cs="Tahoma"/>
      <w:sz w:val="16"/>
      <w:szCs w:val="16"/>
    </w:rPr>
  </w:style>
  <w:style w:type="paragraph" w:styleId="Firmadecorreoelectrnico">
    <w:name w:val="E-mail Signature"/>
    <w:basedOn w:val="Normal"/>
    <w:link w:val="FirmadecorreoelectrnicoCar"/>
    <w:semiHidden/>
    <w:unhideWhenUsed/>
    <w:rsid w:val="00AE4A51"/>
  </w:style>
  <w:style w:type="character" w:customStyle="1" w:styleId="FirmadecorreoelectrnicoCar">
    <w:name w:val="Firma de correo electrónico Car"/>
    <w:basedOn w:val="Fuentedeprrafopredeter"/>
    <w:link w:val="Firmadecorreoelectrnico"/>
    <w:semiHidden/>
    <w:rsid w:val="00AE4A51"/>
    <w:rPr>
      <w:sz w:val="18"/>
    </w:rPr>
  </w:style>
  <w:style w:type="paragraph" w:styleId="Textonotaalfinal">
    <w:name w:val="endnote text"/>
    <w:basedOn w:val="Normal"/>
    <w:link w:val="TextonotaalfinalCar"/>
    <w:semiHidden/>
    <w:unhideWhenUsed/>
    <w:rsid w:val="00AE4A51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AE4A51"/>
    <w:rPr>
      <w:sz w:val="20"/>
      <w:szCs w:val="20"/>
    </w:rPr>
  </w:style>
  <w:style w:type="paragraph" w:styleId="Direccinsobre">
    <w:name w:val="envelope address"/>
    <w:basedOn w:val="Normal"/>
    <w:semiHidden/>
    <w:unhideWhenUsed/>
    <w:rsid w:val="00AE4A5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semiHidden/>
    <w:unhideWhenUsed/>
    <w:rsid w:val="00AE4A51"/>
    <w:rPr>
      <w:rFonts w:asciiTheme="majorHAnsi" w:eastAsiaTheme="majorEastAsia" w:hAnsiTheme="majorHAnsi" w:cstheme="majorBidi"/>
      <w:sz w:val="20"/>
      <w:szCs w:val="20"/>
    </w:rPr>
  </w:style>
  <w:style w:type="paragraph" w:styleId="Piedepgina">
    <w:name w:val="footer"/>
    <w:basedOn w:val="Normal"/>
    <w:link w:val="PiedepginaCar"/>
    <w:unhideWhenUsed/>
    <w:rsid w:val="00AE4A5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rsid w:val="00AE4A51"/>
    <w:rPr>
      <w:sz w:val="18"/>
    </w:rPr>
  </w:style>
  <w:style w:type="paragraph" w:styleId="Textonotapie">
    <w:name w:val="footnote text"/>
    <w:basedOn w:val="Normal"/>
    <w:link w:val="TextonotapieCar"/>
    <w:semiHidden/>
    <w:unhideWhenUsed/>
    <w:rsid w:val="00AE4A5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AE4A51"/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rsid w:val="00AE4A51"/>
    <w:rPr>
      <w:rFonts w:asciiTheme="majorHAnsi" w:eastAsiaTheme="majorEastAsia" w:hAnsiTheme="majorHAnsi" w:cstheme="majorBidi"/>
      <w:b/>
      <w:bCs/>
      <w:color w:val="4C264C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semiHidden/>
    <w:rsid w:val="00AE4A51"/>
    <w:rPr>
      <w:rFonts w:asciiTheme="majorHAnsi" w:eastAsiaTheme="majorEastAsia" w:hAnsiTheme="majorHAnsi" w:cstheme="majorBidi"/>
      <w:b/>
      <w:bCs/>
      <w:color w:val="663366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semiHidden/>
    <w:rsid w:val="00AE4A51"/>
    <w:rPr>
      <w:rFonts w:asciiTheme="majorHAnsi" w:eastAsiaTheme="majorEastAsia" w:hAnsiTheme="majorHAnsi" w:cstheme="majorBidi"/>
      <w:b/>
      <w:bCs/>
      <w:color w:val="663366" w:themeColor="accent1"/>
      <w:sz w:val="18"/>
    </w:rPr>
  </w:style>
  <w:style w:type="character" w:customStyle="1" w:styleId="Ttulo4Car">
    <w:name w:val="Título 4 Car"/>
    <w:basedOn w:val="Fuentedeprrafopredeter"/>
    <w:link w:val="Ttulo4"/>
    <w:semiHidden/>
    <w:rsid w:val="00AE4A51"/>
    <w:rPr>
      <w:rFonts w:asciiTheme="majorHAnsi" w:eastAsiaTheme="majorEastAsia" w:hAnsiTheme="majorHAnsi" w:cstheme="majorBidi"/>
      <w:b/>
      <w:bCs/>
      <w:i/>
      <w:iCs/>
      <w:color w:val="663366" w:themeColor="accent1"/>
      <w:sz w:val="18"/>
    </w:rPr>
  </w:style>
  <w:style w:type="character" w:customStyle="1" w:styleId="Ttulo5Car">
    <w:name w:val="Título 5 Car"/>
    <w:basedOn w:val="Fuentedeprrafopredeter"/>
    <w:link w:val="Ttulo5"/>
    <w:semiHidden/>
    <w:rsid w:val="00AE4A51"/>
    <w:rPr>
      <w:rFonts w:asciiTheme="majorHAnsi" w:eastAsiaTheme="majorEastAsia" w:hAnsiTheme="majorHAnsi" w:cstheme="majorBidi"/>
      <w:color w:val="321932" w:themeColor="accent1" w:themeShade="7F"/>
      <w:sz w:val="18"/>
    </w:rPr>
  </w:style>
  <w:style w:type="character" w:customStyle="1" w:styleId="Ttulo6Car">
    <w:name w:val="Título 6 Car"/>
    <w:basedOn w:val="Fuentedeprrafopredeter"/>
    <w:link w:val="Ttulo6"/>
    <w:semiHidden/>
    <w:rsid w:val="00AE4A51"/>
    <w:rPr>
      <w:rFonts w:asciiTheme="majorHAnsi" w:eastAsiaTheme="majorEastAsia" w:hAnsiTheme="majorHAnsi" w:cstheme="majorBidi"/>
      <w:i/>
      <w:iCs/>
      <w:color w:val="321932" w:themeColor="accent1" w:themeShade="7F"/>
      <w:sz w:val="18"/>
    </w:rPr>
  </w:style>
  <w:style w:type="character" w:customStyle="1" w:styleId="Ttulo7Car">
    <w:name w:val="Título 7 Car"/>
    <w:basedOn w:val="Fuentedeprrafopredeter"/>
    <w:link w:val="Ttulo7"/>
    <w:semiHidden/>
    <w:rsid w:val="00AE4A51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Ttulo8Car">
    <w:name w:val="Título 8 Car"/>
    <w:basedOn w:val="Fuentedeprrafopredeter"/>
    <w:link w:val="Ttulo8"/>
    <w:semiHidden/>
    <w:rsid w:val="00AE4A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semiHidden/>
    <w:rsid w:val="00AE4A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reccinHTML">
    <w:name w:val="HTML Address"/>
    <w:basedOn w:val="Normal"/>
    <w:link w:val="DireccinHTMLCar"/>
    <w:semiHidden/>
    <w:unhideWhenUsed/>
    <w:rsid w:val="00AE4A51"/>
    <w:rPr>
      <w:i/>
      <w:iCs/>
    </w:rPr>
  </w:style>
  <w:style w:type="character" w:customStyle="1" w:styleId="DireccinHTMLCar">
    <w:name w:val="Dirección HTML Car"/>
    <w:basedOn w:val="Fuentedeprrafopredeter"/>
    <w:link w:val="DireccinHTML"/>
    <w:semiHidden/>
    <w:rsid w:val="00AE4A51"/>
    <w:rPr>
      <w:i/>
      <w:iCs/>
      <w:sz w:val="18"/>
    </w:rPr>
  </w:style>
  <w:style w:type="paragraph" w:styleId="HTMLconformatoprevio">
    <w:name w:val="HTML Preformatted"/>
    <w:basedOn w:val="Normal"/>
    <w:link w:val="HTMLconformatoprevioCar"/>
    <w:semiHidden/>
    <w:unhideWhenUsed/>
    <w:rsid w:val="00AE4A51"/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AE4A51"/>
    <w:rPr>
      <w:rFonts w:ascii="Consolas" w:hAnsi="Consolas"/>
      <w:sz w:val="20"/>
      <w:szCs w:val="20"/>
    </w:rPr>
  </w:style>
  <w:style w:type="paragraph" w:styleId="ndice1">
    <w:name w:val="index 1"/>
    <w:basedOn w:val="Normal"/>
    <w:next w:val="Normal"/>
    <w:autoRedefine/>
    <w:semiHidden/>
    <w:unhideWhenUsed/>
    <w:rsid w:val="00AE4A51"/>
    <w:pPr>
      <w:ind w:left="180" w:hanging="180"/>
    </w:pPr>
  </w:style>
  <w:style w:type="paragraph" w:styleId="ndice2">
    <w:name w:val="index 2"/>
    <w:basedOn w:val="Normal"/>
    <w:next w:val="Normal"/>
    <w:autoRedefine/>
    <w:semiHidden/>
    <w:unhideWhenUsed/>
    <w:rsid w:val="00AE4A51"/>
    <w:pPr>
      <w:ind w:left="360" w:hanging="180"/>
    </w:pPr>
  </w:style>
  <w:style w:type="paragraph" w:styleId="ndice3">
    <w:name w:val="index 3"/>
    <w:basedOn w:val="Normal"/>
    <w:next w:val="Normal"/>
    <w:autoRedefine/>
    <w:semiHidden/>
    <w:unhideWhenUsed/>
    <w:rsid w:val="00AE4A51"/>
    <w:pPr>
      <w:ind w:left="540" w:hanging="180"/>
    </w:pPr>
  </w:style>
  <w:style w:type="paragraph" w:styleId="ndice4">
    <w:name w:val="index 4"/>
    <w:basedOn w:val="Normal"/>
    <w:next w:val="Normal"/>
    <w:autoRedefine/>
    <w:semiHidden/>
    <w:unhideWhenUsed/>
    <w:rsid w:val="00AE4A51"/>
    <w:pPr>
      <w:ind w:left="720" w:hanging="180"/>
    </w:pPr>
  </w:style>
  <w:style w:type="paragraph" w:styleId="ndice5">
    <w:name w:val="index 5"/>
    <w:basedOn w:val="Normal"/>
    <w:next w:val="Normal"/>
    <w:autoRedefine/>
    <w:semiHidden/>
    <w:unhideWhenUsed/>
    <w:rsid w:val="00AE4A51"/>
    <w:pPr>
      <w:ind w:left="900" w:hanging="180"/>
    </w:pPr>
  </w:style>
  <w:style w:type="paragraph" w:styleId="ndice6">
    <w:name w:val="index 6"/>
    <w:basedOn w:val="Normal"/>
    <w:next w:val="Normal"/>
    <w:autoRedefine/>
    <w:semiHidden/>
    <w:unhideWhenUsed/>
    <w:rsid w:val="00AE4A51"/>
    <w:pPr>
      <w:ind w:left="1080" w:hanging="180"/>
    </w:pPr>
  </w:style>
  <w:style w:type="paragraph" w:styleId="ndice7">
    <w:name w:val="index 7"/>
    <w:basedOn w:val="Normal"/>
    <w:next w:val="Normal"/>
    <w:autoRedefine/>
    <w:semiHidden/>
    <w:unhideWhenUsed/>
    <w:rsid w:val="00AE4A51"/>
    <w:pPr>
      <w:ind w:left="1260" w:hanging="180"/>
    </w:pPr>
  </w:style>
  <w:style w:type="paragraph" w:styleId="ndice8">
    <w:name w:val="index 8"/>
    <w:basedOn w:val="Normal"/>
    <w:next w:val="Normal"/>
    <w:autoRedefine/>
    <w:semiHidden/>
    <w:unhideWhenUsed/>
    <w:rsid w:val="00AE4A51"/>
    <w:pPr>
      <w:ind w:left="1440" w:hanging="180"/>
    </w:pPr>
  </w:style>
  <w:style w:type="paragraph" w:styleId="ndice9">
    <w:name w:val="index 9"/>
    <w:basedOn w:val="Normal"/>
    <w:next w:val="Normal"/>
    <w:autoRedefine/>
    <w:semiHidden/>
    <w:unhideWhenUsed/>
    <w:rsid w:val="00AE4A51"/>
    <w:pPr>
      <w:ind w:left="1620" w:hanging="180"/>
    </w:pPr>
  </w:style>
  <w:style w:type="paragraph" w:styleId="Ttulodendice">
    <w:name w:val="index heading"/>
    <w:basedOn w:val="Normal"/>
    <w:next w:val="ndice1"/>
    <w:semiHidden/>
    <w:unhideWhenUsed/>
    <w:rsid w:val="00AE4A51"/>
    <w:rPr>
      <w:rFonts w:asciiTheme="majorHAnsi" w:eastAsiaTheme="majorEastAsia" w:hAnsiTheme="majorHAnsi" w:cstheme="majorBidi"/>
      <w:b/>
      <w:bCs/>
    </w:rPr>
  </w:style>
  <w:style w:type="paragraph" w:styleId="Citadestacada">
    <w:name w:val="Intense Quote"/>
    <w:basedOn w:val="Normal"/>
    <w:next w:val="Normal"/>
    <w:link w:val="CitadestacadaCar"/>
    <w:qFormat/>
    <w:rsid w:val="00AE4A51"/>
    <w:pPr>
      <w:pBdr>
        <w:bottom w:val="single" w:sz="4" w:space="4" w:color="663366" w:themeColor="accent1"/>
      </w:pBdr>
      <w:spacing w:before="200" w:after="280"/>
      <w:ind w:left="936" w:right="936"/>
    </w:pPr>
    <w:rPr>
      <w:b/>
      <w:bCs/>
      <w:i/>
      <w:iCs/>
      <w:color w:val="663366" w:themeColor="accent1"/>
    </w:rPr>
  </w:style>
  <w:style w:type="character" w:customStyle="1" w:styleId="CitadestacadaCar">
    <w:name w:val="Cita destacada Car"/>
    <w:basedOn w:val="Fuentedeprrafopredeter"/>
    <w:link w:val="Citadestacada"/>
    <w:rsid w:val="00AE4A51"/>
    <w:rPr>
      <w:b/>
      <w:bCs/>
      <w:i/>
      <w:iCs/>
      <w:color w:val="663366" w:themeColor="accent1"/>
      <w:sz w:val="18"/>
    </w:rPr>
  </w:style>
  <w:style w:type="paragraph" w:styleId="Lista">
    <w:name w:val="List"/>
    <w:basedOn w:val="Normal"/>
    <w:semiHidden/>
    <w:unhideWhenUsed/>
    <w:rsid w:val="00AE4A51"/>
    <w:pPr>
      <w:ind w:left="360" w:hanging="360"/>
      <w:contextualSpacing/>
    </w:pPr>
  </w:style>
  <w:style w:type="paragraph" w:styleId="Lista2">
    <w:name w:val="List 2"/>
    <w:basedOn w:val="Normal"/>
    <w:semiHidden/>
    <w:unhideWhenUsed/>
    <w:rsid w:val="00AE4A51"/>
    <w:pPr>
      <w:ind w:left="720" w:hanging="360"/>
      <w:contextualSpacing/>
    </w:pPr>
  </w:style>
  <w:style w:type="paragraph" w:styleId="Lista3">
    <w:name w:val="List 3"/>
    <w:basedOn w:val="Normal"/>
    <w:semiHidden/>
    <w:unhideWhenUsed/>
    <w:rsid w:val="00AE4A51"/>
    <w:pPr>
      <w:ind w:left="1080" w:hanging="360"/>
      <w:contextualSpacing/>
    </w:pPr>
  </w:style>
  <w:style w:type="paragraph" w:styleId="Lista4">
    <w:name w:val="List 4"/>
    <w:basedOn w:val="Normal"/>
    <w:semiHidden/>
    <w:unhideWhenUsed/>
    <w:rsid w:val="00AE4A51"/>
    <w:pPr>
      <w:ind w:left="1440" w:hanging="360"/>
      <w:contextualSpacing/>
    </w:pPr>
  </w:style>
  <w:style w:type="paragraph" w:styleId="Lista5">
    <w:name w:val="List 5"/>
    <w:basedOn w:val="Normal"/>
    <w:semiHidden/>
    <w:unhideWhenUsed/>
    <w:rsid w:val="00AE4A51"/>
    <w:pPr>
      <w:ind w:left="1800" w:hanging="360"/>
      <w:contextualSpacing/>
    </w:pPr>
  </w:style>
  <w:style w:type="paragraph" w:styleId="Listaconvietas">
    <w:name w:val="List Bullet"/>
    <w:basedOn w:val="Normal"/>
    <w:semiHidden/>
    <w:unhideWhenUsed/>
    <w:rsid w:val="00AE4A51"/>
    <w:pPr>
      <w:numPr>
        <w:numId w:val="1"/>
      </w:numPr>
      <w:contextualSpacing/>
    </w:pPr>
  </w:style>
  <w:style w:type="paragraph" w:styleId="Listaconvietas2">
    <w:name w:val="List Bullet 2"/>
    <w:basedOn w:val="Normal"/>
    <w:semiHidden/>
    <w:unhideWhenUsed/>
    <w:rsid w:val="00AE4A51"/>
    <w:pPr>
      <w:numPr>
        <w:numId w:val="2"/>
      </w:numPr>
      <w:contextualSpacing/>
    </w:pPr>
  </w:style>
  <w:style w:type="paragraph" w:styleId="Listaconvietas3">
    <w:name w:val="List Bullet 3"/>
    <w:basedOn w:val="Normal"/>
    <w:semiHidden/>
    <w:unhideWhenUsed/>
    <w:rsid w:val="00AE4A51"/>
    <w:pPr>
      <w:numPr>
        <w:numId w:val="3"/>
      </w:numPr>
      <w:contextualSpacing/>
    </w:pPr>
  </w:style>
  <w:style w:type="paragraph" w:styleId="Listaconvietas4">
    <w:name w:val="List Bullet 4"/>
    <w:basedOn w:val="Normal"/>
    <w:semiHidden/>
    <w:unhideWhenUsed/>
    <w:rsid w:val="00AE4A51"/>
    <w:pPr>
      <w:numPr>
        <w:numId w:val="4"/>
      </w:numPr>
      <w:contextualSpacing/>
    </w:pPr>
  </w:style>
  <w:style w:type="paragraph" w:styleId="Listaconvietas5">
    <w:name w:val="List Bullet 5"/>
    <w:basedOn w:val="Normal"/>
    <w:semiHidden/>
    <w:unhideWhenUsed/>
    <w:rsid w:val="00AE4A51"/>
    <w:pPr>
      <w:numPr>
        <w:numId w:val="5"/>
      </w:numPr>
      <w:contextualSpacing/>
    </w:pPr>
  </w:style>
  <w:style w:type="paragraph" w:styleId="Continuarlista">
    <w:name w:val="List Continue"/>
    <w:basedOn w:val="Normal"/>
    <w:semiHidden/>
    <w:unhideWhenUsed/>
    <w:rsid w:val="00AE4A51"/>
    <w:pPr>
      <w:spacing w:after="120"/>
      <w:ind w:left="360"/>
      <w:contextualSpacing/>
    </w:pPr>
  </w:style>
  <w:style w:type="paragraph" w:styleId="Continuarlista2">
    <w:name w:val="List Continue 2"/>
    <w:basedOn w:val="Normal"/>
    <w:semiHidden/>
    <w:unhideWhenUsed/>
    <w:rsid w:val="00AE4A51"/>
    <w:pPr>
      <w:spacing w:after="120"/>
      <w:ind w:left="720"/>
      <w:contextualSpacing/>
    </w:pPr>
  </w:style>
  <w:style w:type="paragraph" w:styleId="Continuarlista3">
    <w:name w:val="List Continue 3"/>
    <w:basedOn w:val="Normal"/>
    <w:semiHidden/>
    <w:unhideWhenUsed/>
    <w:rsid w:val="00AE4A51"/>
    <w:pPr>
      <w:spacing w:after="120"/>
      <w:ind w:left="1080"/>
      <w:contextualSpacing/>
    </w:pPr>
  </w:style>
  <w:style w:type="paragraph" w:styleId="Continuarlista4">
    <w:name w:val="List Continue 4"/>
    <w:basedOn w:val="Normal"/>
    <w:semiHidden/>
    <w:unhideWhenUsed/>
    <w:rsid w:val="00AE4A51"/>
    <w:pPr>
      <w:spacing w:after="120"/>
      <w:ind w:left="1440"/>
      <w:contextualSpacing/>
    </w:pPr>
  </w:style>
  <w:style w:type="paragraph" w:styleId="Continuarlista5">
    <w:name w:val="List Continue 5"/>
    <w:basedOn w:val="Normal"/>
    <w:semiHidden/>
    <w:unhideWhenUsed/>
    <w:rsid w:val="00AE4A51"/>
    <w:pPr>
      <w:spacing w:after="120"/>
      <w:ind w:left="1800"/>
      <w:contextualSpacing/>
    </w:pPr>
  </w:style>
  <w:style w:type="paragraph" w:styleId="Listaconnmeros">
    <w:name w:val="List Number"/>
    <w:basedOn w:val="Normal"/>
    <w:semiHidden/>
    <w:unhideWhenUsed/>
    <w:rsid w:val="00AE4A51"/>
    <w:pPr>
      <w:numPr>
        <w:numId w:val="6"/>
      </w:numPr>
      <w:contextualSpacing/>
    </w:pPr>
  </w:style>
  <w:style w:type="paragraph" w:styleId="Listaconnmeros2">
    <w:name w:val="List Number 2"/>
    <w:basedOn w:val="Normal"/>
    <w:semiHidden/>
    <w:unhideWhenUsed/>
    <w:rsid w:val="00AE4A51"/>
    <w:pPr>
      <w:numPr>
        <w:numId w:val="7"/>
      </w:numPr>
      <w:contextualSpacing/>
    </w:pPr>
  </w:style>
  <w:style w:type="paragraph" w:styleId="Listaconnmeros3">
    <w:name w:val="List Number 3"/>
    <w:basedOn w:val="Normal"/>
    <w:semiHidden/>
    <w:unhideWhenUsed/>
    <w:rsid w:val="00AE4A51"/>
    <w:pPr>
      <w:numPr>
        <w:numId w:val="8"/>
      </w:numPr>
      <w:contextualSpacing/>
    </w:pPr>
  </w:style>
  <w:style w:type="paragraph" w:styleId="Listaconnmeros4">
    <w:name w:val="List Number 4"/>
    <w:basedOn w:val="Normal"/>
    <w:semiHidden/>
    <w:unhideWhenUsed/>
    <w:rsid w:val="00AE4A51"/>
    <w:pPr>
      <w:numPr>
        <w:numId w:val="9"/>
      </w:numPr>
      <w:contextualSpacing/>
    </w:pPr>
  </w:style>
  <w:style w:type="paragraph" w:styleId="Listaconnmeros5">
    <w:name w:val="List Number 5"/>
    <w:basedOn w:val="Normal"/>
    <w:semiHidden/>
    <w:unhideWhenUsed/>
    <w:rsid w:val="00AE4A51"/>
    <w:pPr>
      <w:numPr>
        <w:numId w:val="10"/>
      </w:numPr>
      <w:contextualSpacing/>
    </w:pPr>
  </w:style>
  <w:style w:type="paragraph" w:styleId="Prrafodelista">
    <w:name w:val="List Paragraph"/>
    <w:basedOn w:val="Normal"/>
    <w:qFormat/>
    <w:rsid w:val="00AE4A51"/>
    <w:pPr>
      <w:ind w:left="720"/>
      <w:contextualSpacing/>
    </w:pPr>
  </w:style>
  <w:style w:type="paragraph" w:styleId="Textomacro">
    <w:name w:val="macro"/>
    <w:link w:val="TextomacroCar"/>
    <w:semiHidden/>
    <w:unhideWhenUsed/>
    <w:rsid w:val="00AE4A5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semiHidden/>
    <w:rsid w:val="00AE4A51"/>
    <w:rPr>
      <w:rFonts w:ascii="Consolas" w:hAnsi="Consolas"/>
      <w:sz w:val="20"/>
      <w:szCs w:val="20"/>
    </w:rPr>
  </w:style>
  <w:style w:type="paragraph" w:styleId="Encabezadodemensaje">
    <w:name w:val="Message Header"/>
    <w:basedOn w:val="Normal"/>
    <w:link w:val="EncabezadodemensajeCar"/>
    <w:semiHidden/>
    <w:unhideWhenUsed/>
    <w:rsid w:val="00AE4A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semiHidden/>
    <w:rsid w:val="00AE4A5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inespaciado">
    <w:name w:val="No Spacing"/>
    <w:qFormat/>
    <w:rsid w:val="00AE4A51"/>
    <w:rPr>
      <w:sz w:val="18"/>
    </w:rPr>
  </w:style>
  <w:style w:type="paragraph" w:styleId="NormalWeb">
    <w:name w:val="Normal (Web)"/>
    <w:basedOn w:val="Normal"/>
    <w:semiHidden/>
    <w:unhideWhenUsed/>
    <w:rsid w:val="00AE4A51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semiHidden/>
    <w:unhideWhenUsed/>
    <w:rsid w:val="00AE4A51"/>
    <w:pPr>
      <w:ind w:left="720"/>
    </w:pPr>
  </w:style>
  <w:style w:type="paragraph" w:styleId="Encabezadodenota">
    <w:name w:val="Note Heading"/>
    <w:basedOn w:val="Normal"/>
    <w:next w:val="Normal"/>
    <w:link w:val="EncabezadodenotaCar"/>
    <w:semiHidden/>
    <w:unhideWhenUsed/>
    <w:rsid w:val="00AE4A51"/>
  </w:style>
  <w:style w:type="character" w:customStyle="1" w:styleId="EncabezadodenotaCar">
    <w:name w:val="Encabezado de nota Car"/>
    <w:basedOn w:val="Fuentedeprrafopredeter"/>
    <w:link w:val="Encabezadodenota"/>
    <w:semiHidden/>
    <w:rsid w:val="00AE4A51"/>
    <w:rPr>
      <w:sz w:val="18"/>
    </w:rPr>
  </w:style>
  <w:style w:type="paragraph" w:styleId="Textosinformato">
    <w:name w:val="Plain Text"/>
    <w:basedOn w:val="Normal"/>
    <w:link w:val="TextosinformatoCar"/>
    <w:semiHidden/>
    <w:unhideWhenUsed/>
    <w:rsid w:val="00AE4A51"/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AE4A51"/>
    <w:rPr>
      <w:rFonts w:ascii="Consolas" w:hAnsi="Consolas"/>
      <w:sz w:val="21"/>
      <w:szCs w:val="21"/>
    </w:rPr>
  </w:style>
  <w:style w:type="paragraph" w:styleId="Cita">
    <w:name w:val="Quote"/>
    <w:basedOn w:val="Normal"/>
    <w:next w:val="Normal"/>
    <w:link w:val="CitaCar"/>
    <w:qFormat/>
    <w:rsid w:val="00AE4A51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rsid w:val="00AE4A51"/>
    <w:rPr>
      <w:i/>
      <w:iCs/>
      <w:color w:val="000000" w:themeColor="text1"/>
      <w:sz w:val="18"/>
    </w:rPr>
  </w:style>
  <w:style w:type="paragraph" w:styleId="Saludo">
    <w:name w:val="Salutation"/>
    <w:basedOn w:val="Normal"/>
    <w:next w:val="Normal"/>
    <w:link w:val="SaludoCar"/>
    <w:semiHidden/>
    <w:unhideWhenUsed/>
    <w:rsid w:val="00AE4A51"/>
  </w:style>
  <w:style w:type="character" w:customStyle="1" w:styleId="SaludoCar">
    <w:name w:val="Saludo Car"/>
    <w:basedOn w:val="Fuentedeprrafopredeter"/>
    <w:link w:val="Saludo"/>
    <w:semiHidden/>
    <w:rsid w:val="00AE4A51"/>
    <w:rPr>
      <w:sz w:val="18"/>
    </w:rPr>
  </w:style>
  <w:style w:type="paragraph" w:styleId="Firma">
    <w:name w:val="Signature"/>
    <w:basedOn w:val="Normal"/>
    <w:link w:val="FirmaCar"/>
    <w:semiHidden/>
    <w:unhideWhenUsed/>
    <w:rsid w:val="00AE4A51"/>
    <w:pPr>
      <w:ind w:left="4320"/>
    </w:pPr>
  </w:style>
  <w:style w:type="character" w:customStyle="1" w:styleId="FirmaCar">
    <w:name w:val="Firma Car"/>
    <w:basedOn w:val="Fuentedeprrafopredeter"/>
    <w:link w:val="Firma"/>
    <w:semiHidden/>
    <w:rsid w:val="00AE4A51"/>
    <w:rPr>
      <w:sz w:val="18"/>
    </w:rPr>
  </w:style>
  <w:style w:type="paragraph" w:styleId="Subttulo">
    <w:name w:val="Subtitle"/>
    <w:basedOn w:val="Normal"/>
    <w:next w:val="Normal"/>
    <w:link w:val="SubttuloCar"/>
    <w:qFormat/>
    <w:rsid w:val="00AE4A51"/>
    <w:pPr>
      <w:numPr>
        <w:ilvl w:val="1"/>
      </w:numPr>
    </w:pPr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AE4A51"/>
    <w:rPr>
      <w:rFonts w:asciiTheme="majorHAnsi" w:eastAsiaTheme="majorEastAsia" w:hAnsiTheme="majorHAnsi" w:cstheme="majorBidi"/>
      <w:i/>
      <w:iCs/>
      <w:color w:val="663366" w:themeColor="accent1"/>
      <w:spacing w:val="15"/>
      <w:sz w:val="24"/>
      <w:szCs w:val="24"/>
    </w:rPr>
  </w:style>
  <w:style w:type="paragraph" w:styleId="Textoconsangra">
    <w:name w:val="table of authorities"/>
    <w:basedOn w:val="Normal"/>
    <w:next w:val="Normal"/>
    <w:semiHidden/>
    <w:unhideWhenUsed/>
    <w:rsid w:val="00AE4A51"/>
    <w:pPr>
      <w:ind w:left="180" w:hanging="180"/>
    </w:pPr>
  </w:style>
  <w:style w:type="paragraph" w:styleId="Tabladeilustraciones">
    <w:name w:val="table of figures"/>
    <w:basedOn w:val="Normal"/>
    <w:next w:val="Normal"/>
    <w:semiHidden/>
    <w:unhideWhenUsed/>
    <w:rsid w:val="00AE4A51"/>
  </w:style>
  <w:style w:type="paragraph" w:styleId="Ttulo">
    <w:name w:val="Title"/>
    <w:basedOn w:val="Normal"/>
    <w:next w:val="Normal"/>
    <w:link w:val="TtuloCar"/>
    <w:qFormat/>
    <w:rsid w:val="00AE4A51"/>
    <w:pPr>
      <w:pBdr>
        <w:bottom w:val="single" w:sz="8" w:space="4" w:color="663366" w:themeColor="accent1"/>
      </w:pBdr>
      <w:spacing w:after="300"/>
      <w:contextualSpacing/>
    </w:pPr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AE4A51"/>
    <w:rPr>
      <w:rFonts w:asciiTheme="majorHAnsi" w:eastAsiaTheme="majorEastAsia" w:hAnsiTheme="majorHAnsi" w:cstheme="majorBidi"/>
      <w:color w:val="200F21" w:themeColor="text2" w:themeShade="BF"/>
      <w:spacing w:val="5"/>
      <w:kern w:val="28"/>
      <w:sz w:val="52"/>
      <w:szCs w:val="52"/>
    </w:rPr>
  </w:style>
  <w:style w:type="paragraph" w:styleId="Encabezadodelista">
    <w:name w:val="toa heading"/>
    <w:basedOn w:val="Normal"/>
    <w:next w:val="Normal"/>
    <w:semiHidden/>
    <w:unhideWhenUsed/>
    <w:rsid w:val="00AE4A5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semiHidden/>
    <w:unhideWhenUsed/>
    <w:rsid w:val="00AE4A51"/>
    <w:pPr>
      <w:spacing w:after="100"/>
    </w:pPr>
  </w:style>
  <w:style w:type="paragraph" w:styleId="TDC2">
    <w:name w:val="toc 2"/>
    <w:basedOn w:val="Normal"/>
    <w:next w:val="Normal"/>
    <w:autoRedefine/>
    <w:semiHidden/>
    <w:unhideWhenUsed/>
    <w:rsid w:val="00AE4A51"/>
    <w:pPr>
      <w:spacing w:after="100"/>
      <w:ind w:left="180"/>
    </w:pPr>
  </w:style>
  <w:style w:type="paragraph" w:styleId="TDC3">
    <w:name w:val="toc 3"/>
    <w:basedOn w:val="Normal"/>
    <w:next w:val="Normal"/>
    <w:autoRedefine/>
    <w:semiHidden/>
    <w:unhideWhenUsed/>
    <w:rsid w:val="00AE4A51"/>
    <w:pPr>
      <w:spacing w:after="100"/>
      <w:ind w:left="360"/>
    </w:pPr>
  </w:style>
  <w:style w:type="paragraph" w:styleId="TDC4">
    <w:name w:val="toc 4"/>
    <w:basedOn w:val="Normal"/>
    <w:next w:val="Normal"/>
    <w:autoRedefine/>
    <w:semiHidden/>
    <w:unhideWhenUsed/>
    <w:rsid w:val="00AE4A51"/>
    <w:pPr>
      <w:spacing w:after="100"/>
      <w:ind w:left="540"/>
    </w:pPr>
  </w:style>
  <w:style w:type="paragraph" w:styleId="TDC5">
    <w:name w:val="toc 5"/>
    <w:basedOn w:val="Normal"/>
    <w:next w:val="Normal"/>
    <w:autoRedefine/>
    <w:semiHidden/>
    <w:unhideWhenUsed/>
    <w:rsid w:val="00AE4A51"/>
    <w:pPr>
      <w:spacing w:after="100"/>
      <w:ind w:left="720"/>
    </w:pPr>
  </w:style>
  <w:style w:type="paragraph" w:styleId="TDC6">
    <w:name w:val="toc 6"/>
    <w:basedOn w:val="Normal"/>
    <w:next w:val="Normal"/>
    <w:autoRedefine/>
    <w:semiHidden/>
    <w:unhideWhenUsed/>
    <w:rsid w:val="00AE4A51"/>
    <w:pPr>
      <w:spacing w:after="100"/>
      <w:ind w:left="900"/>
    </w:pPr>
  </w:style>
  <w:style w:type="paragraph" w:styleId="TDC7">
    <w:name w:val="toc 7"/>
    <w:basedOn w:val="Normal"/>
    <w:next w:val="Normal"/>
    <w:autoRedefine/>
    <w:semiHidden/>
    <w:unhideWhenUsed/>
    <w:rsid w:val="00AE4A51"/>
    <w:pPr>
      <w:spacing w:after="100"/>
      <w:ind w:left="1080"/>
    </w:pPr>
  </w:style>
  <w:style w:type="paragraph" w:styleId="TDC8">
    <w:name w:val="toc 8"/>
    <w:basedOn w:val="Normal"/>
    <w:next w:val="Normal"/>
    <w:autoRedefine/>
    <w:semiHidden/>
    <w:unhideWhenUsed/>
    <w:rsid w:val="00AE4A51"/>
    <w:pPr>
      <w:spacing w:after="100"/>
      <w:ind w:left="1260"/>
    </w:pPr>
  </w:style>
  <w:style w:type="paragraph" w:styleId="TDC9">
    <w:name w:val="toc 9"/>
    <w:basedOn w:val="Normal"/>
    <w:next w:val="Normal"/>
    <w:autoRedefine/>
    <w:semiHidden/>
    <w:unhideWhenUsed/>
    <w:rsid w:val="00AE4A51"/>
    <w:pPr>
      <w:spacing w:after="100"/>
      <w:ind w:left="1440"/>
    </w:pPr>
  </w:style>
  <w:style w:type="paragraph" w:styleId="TtuloTDC">
    <w:name w:val="TOC Heading"/>
    <w:basedOn w:val="Ttulo1"/>
    <w:next w:val="Normal"/>
    <w:semiHidden/>
    <w:unhideWhenUsed/>
    <w:qFormat/>
    <w:rsid w:val="00AE4A5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:Applications:Microsoft%20Office%202011:Office:Media:Templates:Coordinated%20Forms:Invoices:Advantage%20Invoice.dotx" TargetMode="External"/></Relationships>
</file>

<file path=word/theme/theme1.xml><?xml version="1.0" encoding="utf-8"?>
<a:theme xmlns:a="http://schemas.openxmlformats.org/drawingml/2006/main" name="Advantage">
  <a:themeElements>
    <a:clrScheme name="Advantage">
      <a:dk1>
        <a:sysClr val="windowText" lastClr="000000"/>
      </a:dk1>
      <a:lt1>
        <a:sysClr val="window" lastClr="FFFFFF"/>
      </a:lt1>
      <a:dk2>
        <a:srgbClr val="2B142D"/>
      </a:dk2>
      <a:lt2>
        <a:srgbClr val="C3AFCC"/>
      </a:lt2>
      <a:accent1>
        <a:srgbClr val="663366"/>
      </a:accent1>
      <a:accent2>
        <a:srgbClr val="330F42"/>
      </a:accent2>
      <a:accent3>
        <a:srgbClr val="666699"/>
      </a:accent3>
      <a:accent4>
        <a:srgbClr val="999966"/>
      </a:accent4>
      <a:accent5>
        <a:srgbClr val="F7901E"/>
      </a:accent5>
      <a:accent6>
        <a:srgbClr val="A3A101"/>
      </a:accent6>
      <a:hlink>
        <a:srgbClr val="BC5FBC"/>
      </a:hlink>
      <a:folHlink>
        <a:srgbClr val="9775A7"/>
      </a:folHlink>
    </a:clrScheme>
    <a:fontScheme name="Advantage">
      <a:majorFont>
        <a:latin typeface="Rockwell"/>
        <a:ea typeface=""/>
        <a:cs typeface=""/>
        <a:font script="Jpan" typeface="ＭＳ ゴシック"/>
      </a:majorFont>
      <a:minorFont>
        <a:latin typeface="Rockwell"/>
        <a:ea typeface=""/>
        <a:cs typeface=""/>
        <a:font script="Jpan" typeface="ＭＳ ゴシック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Mac%20HD:Applications:Microsoft%20Office%202011:Office:Media:Templates:Coordinated%20Forms:Invoices:Advantage%20Invoice.dotx</Template>
  <TotalTime>0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 Valdivieso</dc:creator>
  <cp:keywords/>
  <dc:description/>
  <cp:lastModifiedBy>carlos eduardo espinosa marzal</cp:lastModifiedBy>
  <cp:revision>2</cp:revision>
  <cp:lastPrinted>2023-10-02T01:25:00Z</cp:lastPrinted>
  <dcterms:created xsi:type="dcterms:W3CDTF">2023-10-02T01:25:00Z</dcterms:created>
  <dcterms:modified xsi:type="dcterms:W3CDTF">2023-10-02T01:25:00Z</dcterms:modified>
  <cp:category/>
</cp:coreProperties>
</file>